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89708A" w14:textId="77777777" w:rsidR="00E85F3A" w:rsidRDefault="00E85F3A">
      <w:pPr>
        <w:jc w:val="both"/>
        <w:rPr>
          <w:rFonts w:ascii="Arial" w:hAnsi="Arial" w:cs="Arial"/>
          <w:b/>
          <w:color w:val="548DD4"/>
          <w:sz w:val="18"/>
          <w:szCs w:val="18"/>
        </w:rPr>
      </w:pPr>
    </w:p>
    <w:p w14:paraId="44AF42D6" w14:textId="77777777" w:rsidR="00E85F3A" w:rsidRDefault="00000000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  <w:sz w:val="22"/>
          <w:szCs w:val="22"/>
        </w:rPr>
        <w:t>Załącznik nr 3 do umowy</w:t>
      </w:r>
    </w:p>
    <w:p w14:paraId="12A3EA61" w14:textId="77777777" w:rsidR="00E85F3A" w:rsidRDefault="00E85F3A">
      <w:pPr>
        <w:jc w:val="right"/>
        <w:rPr>
          <w:rFonts w:ascii="Arial" w:hAnsi="Arial" w:cs="Arial"/>
          <w:b/>
        </w:rPr>
      </w:pPr>
    </w:p>
    <w:p w14:paraId="35634E86" w14:textId="77777777" w:rsidR="00E85F3A" w:rsidRDefault="00000000">
      <w:pPr>
        <w:jc w:val="righ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</w:rPr>
        <w:t>…..…………………………..</w:t>
      </w:r>
    </w:p>
    <w:p w14:paraId="3DC848DD" w14:textId="77777777" w:rsidR="00E85F3A" w:rsidRDefault="00000000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i/>
          <w:sz w:val="18"/>
          <w:szCs w:val="18"/>
        </w:rPr>
        <w:t>Podwykonawca/dalszy podwykonawca</w:t>
      </w:r>
    </w:p>
    <w:p w14:paraId="47A02C7D" w14:textId="77777777" w:rsidR="00E85F3A" w:rsidRDefault="00E85F3A">
      <w:pPr>
        <w:rPr>
          <w:rFonts w:ascii="Arial" w:hAnsi="Arial" w:cs="Arial"/>
          <w:b/>
        </w:rPr>
      </w:pPr>
    </w:p>
    <w:p w14:paraId="66D787F5" w14:textId="77777777" w:rsidR="00E85F3A" w:rsidRDefault="00E85F3A">
      <w:pPr>
        <w:rPr>
          <w:rFonts w:ascii="Arial" w:hAnsi="Arial" w:cs="Arial"/>
          <w:b/>
        </w:rPr>
      </w:pPr>
    </w:p>
    <w:p w14:paraId="7587A5F5" w14:textId="77777777" w:rsidR="00E85F3A" w:rsidRDefault="00E85F3A">
      <w:pPr>
        <w:rPr>
          <w:rFonts w:ascii="Arial" w:hAnsi="Arial" w:cs="Arial"/>
          <w:b/>
        </w:rPr>
      </w:pPr>
    </w:p>
    <w:p w14:paraId="6FF68DAE" w14:textId="77777777" w:rsidR="00E85F3A" w:rsidRDefault="00000000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OŚWIADCZENIE</w:t>
      </w:r>
    </w:p>
    <w:p w14:paraId="60A638C8" w14:textId="77777777" w:rsidR="00E85F3A" w:rsidRDefault="00E85F3A">
      <w:pPr>
        <w:rPr>
          <w:rFonts w:ascii="Arial" w:hAnsi="Arial" w:cs="Arial"/>
        </w:rPr>
      </w:pPr>
    </w:p>
    <w:p w14:paraId="63DD3223" w14:textId="77777777" w:rsidR="00E85F3A" w:rsidRDefault="00000000">
      <w:pPr>
        <w:rPr>
          <w:rFonts w:ascii="Arial" w:hAnsi="Arial" w:cs="Arial"/>
        </w:rPr>
      </w:pPr>
      <w:r>
        <w:rPr>
          <w:rFonts w:ascii="Arial" w:hAnsi="Arial" w:cs="Arial"/>
        </w:rPr>
        <w:t>Reprezentując ………………………………………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………………………….</w:t>
      </w:r>
    </w:p>
    <w:p w14:paraId="37D94E9E" w14:textId="77777777" w:rsidR="00E85F3A" w:rsidRDefault="0000000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sz w:val="20"/>
          <w:szCs w:val="20"/>
        </w:rPr>
        <w:t>(nazwa firmy podwykonawcy / dalszego podwykonawcy, adres)</w:t>
      </w:r>
    </w:p>
    <w:p w14:paraId="26A9DE70" w14:textId="77777777" w:rsidR="00E85F3A" w:rsidRDefault="00E85F3A">
      <w:pPr>
        <w:rPr>
          <w:rFonts w:ascii="Arial" w:hAnsi="Arial" w:cs="Arial"/>
          <w:sz w:val="20"/>
          <w:szCs w:val="20"/>
        </w:rPr>
      </w:pPr>
    </w:p>
    <w:p w14:paraId="5DC73CC3" w14:textId="77777777" w:rsidR="00E85F3A" w:rsidRDefault="00000000">
      <w:pPr>
        <w:rPr>
          <w:rFonts w:ascii="Arial" w:hAnsi="Arial" w:cs="Arial"/>
        </w:rPr>
      </w:pPr>
      <w:r>
        <w:rPr>
          <w:rFonts w:ascii="Arial" w:hAnsi="Arial" w:cs="Arial"/>
        </w:rPr>
        <w:t>będącego podwykonawcą / dalszym podwykonawcą Wykonawcy</w:t>
      </w:r>
    </w:p>
    <w:p w14:paraId="3F72E905" w14:textId="77777777" w:rsidR="00E85F3A" w:rsidRDefault="00E85F3A">
      <w:pPr>
        <w:rPr>
          <w:rFonts w:ascii="Arial" w:hAnsi="Arial" w:cs="Arial"/>
        </w:rPr>
      </w:pPr>
    </w:p>
    <w:p w14:paraId="36623909" w14:textId="77777777" w:rsidR="00E85F3A" w:rsidRDefault="0000000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</w:t>
      </w:r>
    </w:p>
    <w:p w14:paraId="7132EE66" w14:textId="77777777" w:rsidR="00E85F3A" w:rsidRDefault="0000000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(nazwa firmy Wykonawcy)</w:t>
      </w:r>
    </w:p>
    <w:p w14:paraId="49F0C0FB" w14:textId="77777777" w:rsidR="00E85F3A" w:rsidRDefault="00E85F3A">
      <w:pPr>
        <w:rPr>
          <w:rFonts w:ascii="Arial" w:hAnsi="Arial" w:cs="Arial"/>
          <w:sz w:val="20"/>
          <w:szCs w:val="20"/>
        </w:rPr>
      </w:pPr>
    </w:p>
    <w:p w14:paraId="342835D3" w14:textId="77777777" w:rsidR="00E85F3A" w:rsidRDefault="0000000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w zakresie</w:t>
      </w:r>
      <w:r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………………………………………………………………………………………………….</w:t>
      </w:r>
    </w:p>
    <w:p w14:paraId="05A5B4ED" w14:textId="77777777" w:rsidR="00E85F3A" w:rsidRDefault="0000000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(rodzaj robót)</w:t>
      </w:r>
    </w:p>
    <w:p w14:paraId="411A9056" w14:textId="77777777" w:rsidR="00E85F3A" w:rsidRDefault="00E85F3A">
      <w:pPr>
        <w:rPr>
          <w:rFonts w:ascii="Arial" w:hAnsi="Arial" w:cs="Arial"/>
          <w:sz w:val="20"/>
          <w:szCs w:val="20"/>
        </w:rPr>
      </w:pPr>
    </w:p>
    <w:p w14:paraId="331FFB79" w14:textId="77777777" w:rsidR="00E85F3A" w:rsidRDefault="0000000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na zadaniu</w:t>
      </w:r>
      <w:r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…………………………………………………………………………………………………</w:t>
      </w:r>
    </w:p>
    <w:p w14:paraId="6CFF2EB1" w14:textId="77777777" w:rsidR="00E85F3A" w:rsidRDefault="00E85F3A">
      <w:pPr>
        <w:rPr>
          <w:rFonts w:ascii="Arial" w:hAnsi="Arial" w:cs="Arial"/>
          <w:sz w:val="20"/>
          <w:szCs w:val="20"/>
        </w:rPr>
      </w:pPr>
    </w:p>
    <w:p w14:paraId="14AF1F0F" w14:textId="77777777" w:rsidR="00E85F3A" w:rsidRDefault="00000000">
      <w:pPr>
        <w:rPr>
          <w:rFonts w:ascii="Arial" w:hAnsi="Arial" w:cs="Arial"/>
        </w:rPr>
      </w:pPr>
      <w:r>
        <w:rPr>
          <w:rFonts w:ascii="Arial" w:hAnsi="Arial" w:cs="Arial"/>
        </w:rPr>
        <w:t>realizowanym w ramach umowy nr …………………… z dnia ………………………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.…………</w:t>
      </w:r>
    </w:p>
    <w:p w14:paraId="1D474583" w14:textId="77777777" w:rsidR="00E85F3A" w:rsidRDefault="00E85F3A">
      <w:pPr>
        <w:rPr>
          <w:rFonts w:ascii="Arial" w:hAnsi="Arial" w:cs="Arial"/>
        </w:rPr>
      </w:pPr>
    </w:p>
    <w:p w14:paraId="52427BDE" w14:textId="77777777" w:rsidR="00E85F3A" w:rsidRDefault="00000000">
      <w:pPr>
        <w:rPr>
          <w:rFonts w:ascii="Arial" w:hAnsi="Arial" w:cs="Arial"/>
        </w:rPr>
      </w:pPr>
      <w:r>
        <w:rPr>
          <w:rFonts w:ascii="Arial" w:hAnsi="Arial" w:cs="Arial"/>
        </w:rPr>
        <w:t xml:space="preserve">zawartej przez Zamawiającego WSPL </w:t>
      </w:r>
      <w:proofErr w:type="gramStart"/>
      <w:r>
        <w:rPr>
          <w:rFonts w:ascii="Arial" w:hAnsi="Arial" w:cs="Arial"/>
        </w:rPr>
        <w:t>SPZOZ  w</w:t>
      </w:r>
      <w:proofErr w:type="gramEnd"/>
      <w:r>
        <w:rPr>
          <w:rFonts w:ascii="Arial" w:hAnsi="Arial" w:cs="Arial"/>
        </w:rPr>
        <w:t xml:space="preserve"> Poznaniu z</w:t>
      </w:r>
    </w:p>
    <w:p w14:paraId="5B96E636" w14:textId="77777777" w:rsidR="00E85F3A" w:rsidRDefault="00E85F3A">
      <w:pPr>
        <w:rPr>
          <w:rFonts w:ascii="Arial" w:hAnsi="Arial" w:cs="Arial"/>
        </w:rPr>
      </w:pPr>
    </w:p>
    <w:p w14:paraId="470A9B68" w14:textId="77777777" w:rsidR="00E85F3A" w:rsidRDefault="0000000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……………………………………………………………………………………………..</w:t>
      </w:r>
    </w:p>
    <w:p w14:paraId="7CF8ACEF" w14:textId="77777777" w:rsidR="00E85F3A" w:rsidRDefault="0000000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(nazwa Wykonawcy)</w:t>
      </w:r>
    </w:p>
    <w:p w14:paraId="6B0F49F4" w14:textId="77777777" w:rsidR="00E85F3A" w:rsidRDefault="00E85F3A">
      <w:pPr>
        <w:rPr>
          <w:rFonts w:ascii="Arial" w:hAnsi="Arial" w:cs="Arial"/>
          <w:sz w:val="20"/>
          <w:szCs w:val="20"/>
        </w:rPr>
      </w:pPr>
    </w:p>
    <w:p w14:paraId="4494FCAB" w14:textId="77777777" w:rsidR="00E85F3A" w:rsidRDefault="00000000">
      <w:pPr>
        <w:rPr>
          <w:rFonts w:ascii="Arial" w:hAnsi="Arial" w:cs="Arial"/>
        </w:rPr>
      </w:pPr>
      <w:r>
        <w:rPr>
          <w:rFonts w:ascii="Arial" w:hAnsi="Arial" w:cs="Arial"/>
        </w:rPr>
        <w:t>Oświadczam, że otrzymałem należne wynagrodzenie od Wykonawcy</w:t>
      </w:r>
    </w:p>
    <w:p w14:paraId="22ADFCAC" w14:textId="77777777" w:rsidR="00E85F3A" w:rsidRDefault="00E85F3A">
      <w:pPr>
        <w:rPr>
          <w:rFonts w:ascii="Arial" w:hAnsi="Arial" w:cs="Arial"/>
        </w:rPr>
      </w:pPr>
    </w:p>
    <w:p w14:paraId="07C31014" w14:textId="77777777" w:rsidR="00E85F3A" w:rsidRDefault="00000000">
      <w:pPr>
        <w:rPr>
          <w:rFonts w:ascii="Arial" w:hAnsi="Arial" w:cs="Arial"/>
        </w:rPr>
      </w:pPr>
      <w:r>
        <w:rPr>
          <w:rFonts w:ascii="Arial" w:hAnsi="Arial" w:cs="Arial"/>
        </w:rPr>
        <w:t>w kwocie: …………………………………………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…………………. zł brutto</w:t>
      </w:r>
    </w:p>
    <w:p w14:paraId="614C8E94" w14:textId="77777777" w:rsidR="00E85F3A" w:rsidRDefault="00000000">
      <w:pPr>
        <w:rPr>
          <w:rFonts w:ascii="Arial" w:hAnsi="Arial" w:cs="Arial"/>
        </w:rPr>
      </w:pPr>
      <w:r>
        <w:rPr>
          <w:rFonts w:ascii="Arial" w:hAnsi="Arial" w:cs="Arial"/>
        </w:rPr>
        <w:t>zgodnie z fakturą VAT nr ……… z dnia 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.w związku z powyższym nie będę składał w przyszłości roszczeń wobec Zamawiającego o zapłatę wynagrodzenia za roboty budowlane wynikające z art. 647</w:t>
      </w:r>
      <w:r>
        <w:rPr>
          <w:rFonts w:ascii="Arial" w:hAnsi="Arial" w:cs="Arial"/>
          <w:vertAlign w:val="superscript"/>
        </w:rPr>
        <w:t xml:space="preserve">1 </w:t>
      </w:r>
      <w:r>
        <w:rPr>
          <w:rFonts w:ascii="Arial" w:hAnsi="Arial" w:cs="Arial"/>
        </w:rPr>
        <w:t>k.c.</w:t>
      </w:r>
    </w:p>
    <w:p w14:paraId="5106B043" w14:textId="77777777" w:rsidR="00E85F3A" w:rsidRDefault="0000000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Ponadto oświadczam, że w przypadku zatrzymania mi przez Wykonawcę/podwykonawcę części wynagrodzenia tytułem kaucji gwarancyjnej nie będę dochodzić kwoty na drodze sądowej wobec </w:t>
      </w:r>
      <w:proofErr w:type="gramStart"/>
      <w:r>
        <w:rPr>
          <w:rFonts w:ascii="Arial" w:hAnsi="Arial" w:cs="Arial"/>
        </w:rPr>
        <w:t>Zamawiającego</w:t>
      </w:r>
      <w:proofErr w:type="gramEnd"/>
      <w:r>
        <w:rPr>
          <w:rFonts w:ascii="Arial" w:hAnsi="Arial" w:cs="Arial"/>
        </w:rPr>
        <w:t xml:space="preserve"> gdyby nie została zwrócona przez Wykonawcę/Podwykonawcę. Kwota ta dotyczy wewnętrznych zobowiązań między Wykonawcą/Podwykonawcą </w:t>
      </w:r>
      <w:proofErr w:type="gramStart"/>
      <w:r>
        <w:rPr>
          <w:rFonts w:ascii="Arial" w:hAnsi="Arial" w:cs="Arial"/>
        </w:rPr>
        <w:t>i  Podwykonawcą</w:t>
      </w:r>
      <w:proofErr w:type="gramEnd"/>
      <w:r>
        <w:rPr>
          <w:rFonts w:ascii="Arial" w:hAnsi="Arial" w:cs="Arial"/>
        </w:rPr>
        <w:t>/ dalszym Podwykonawcą i nie wchodzi w zakres roszczeń wobec Zamawiającego z tytułu solidarnej odpowiedzialności za zapłatę za roboty budowlane.</w:t>
      </w:r>
    </w:p>
    <w:p w14:paraId="08A4D4C8" w14:textId="77777777" w:rsidR="00E85F3A" w:rsidRDefault="00E85F3A">
      <w:pPr>
        <w:jc w:val="both"/>
        <w:rPr>
          <w:rFonts w:ascii="Arial" w:hAnsi="Arial" w:cs="Arial"/>
          <w:sz w:val="20"/>
          <w:szCs w:val="20"/>
        </w:rPr>
      </w:pPr>
    </w:p>
    <w:p w14:paraId="3683B959" w14:textId="77777777" w:rsidR="00E85F3A" w:rsidRDefault="00E85F3A">
      <w:pPr>
        <w:jc w:val="both"/>
        <w:rPr>
          <w:rFonts w:ascii="Arial" w:hAnsi="Arial" w:cs="Arial"/>
          <w:sz w:val="20"/>
          <w:szCs w:val="20"/>
        </w:rPr>
      </w:pPr>
    </w:p>
    <w:p w14:paraId="766A6A1D" w14:textId="77777777" w:rsidR="00E85F3A" w:rsidRDefault="00E85F3A">
      <w:pPr>
        <w:jc w:val="both"/>
        <w:rPr>
          <w:rFonts w:ascii="Arial" w:hAnsi="Arial" w:cs="Arial"/>
          <w:sz w:val="20"/>
          <w:szCs w:val="20"/>
        </w:rPr>
      </w:pPr>
    </w:p>
    <w:p w14:paraId="6B75D21E" w14:textId="77777777" w:rsidR="00E85F3A" w:rsidRDefault="00E85F3A">
      <w:pPr>
        <w:jc w:val="both"/>
        <w:rPr>
          <w:rFonts w:ascii="Arial" w:hAnsi="Arial" w:cs="Arial"/>
          <w:sz w:val="20"/>
          <w:szCs w:val="20"/>
        </w:rPr>
      </w:pPr>
    </w:p>
    <w:p w14:paraId="220AC535" w14:textId="77777777" w:rsidR="00E85F3A" w:rsidRDefault="00E85F3A">
      <w:pPr>
        <w:jc w:val="right"/>
        <w:rPr>
          <w:rFonts w:ascii="Arial" w:hAnsi="Arial" w:cs="Arial"/>
          <w:sz w:val="20"/>
          <w:szCs w:val="20"/>
        </w:rPr>
      </w:pPr>
    </w:p>
    <w:p w14:paraId="123C42EC" w14:textId="77777777" w:rsidR="00E85F3A" w:rsidRDefault="00000000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………………………………………</w:t>
      </w:r>
    </w:p>
    <w:p w14:paraId="2CE001D8" w14:textId="77777777" w:rsidR="00E85F3A" w:rsidRDefault="00000000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podpis</w:t>
      </w:r>
    </w:p>
    <w:sectPr w:rsidR="00E85F3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976" w:left="1417" w:header="0" w:footer="141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79F928" w14:textId="77777777" w:rsidR="00BD50F1" w:rsidRDefault="00BD50F1">
      <w:r>
        <w:separator/>
      </w:r>
    </w:p>
  </w:endnote>
  <w:endnote w:type="continuationSeparator" w:id="0">
    <w:p w14:paraId="657C63B2" w14:textId="77777777" w:rsidR="00BD50F1" w:rsidRDefault="00BD50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F3C85" w14:textId="77777777" w:rsidR="00496C29" w:rsidRDefault="00496C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29B038" w14:textId="77777777" w:rsidR="00E85F3A" w:rsidRDefault="00000000">
    <w:pPr>
      <w:pStyle w:val="Stopka1"/>
    </w:pPr>
    <w:r>
      <w:tab/>
    </w:r>
    <w:r>
      <w:tab/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BECF5F" w14:textId="77777777" w:rsidR="00496C29" w:rsidRDefault="00496C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C04ABB" w14:textId="77777777" w:rsidR="00BD50F1" w:rsidRDefault="00BD50F1">
      <w:r>
        <w:separator/>
      </w:r>
    </w:p>
  </w:footnote>
  <w:footnote w:type="continuationSeparator" w:id="0">
    <w:p w14:paraId="75FB352B" w14:textId="77777777" w:rsidR="00BD50F1" w:rsidRDefault="00BD50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6A00DA" w14:textId="77777777" w:rsidR="00496C29" w:rsidRDefault="00496C29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161355" w14:textId="0ED1F509" w:rsidR="00496C29" w:rsidRPr="00496C29" w:rsidRDefault="00496C29">
    <w:pPr>
      <w:pStyle w:val="Nagwek"/>
      <w:rPr>
        <w:rFonts w:ascii="Tahoma" w:hAnsi="Tahoma" w:cs="Tahoma"/>
        <w:sz w:val="18"/>
        <w:szCs w:val="18"/>
      </w:rPr>
    </w:pPr>
    <w:r w:rsidRPr="00496C29">
      <w:rPr>
        <w:rFonts w:ascii="Tahoma" w:hAnsi="Tahoma" w:cs="Tahoma"/>
        <w:sz w:val="18"/>
        <w:szCs w:val="18"/>
      </w:rPr>
      <w:t xml:space="preserve">Znak sprawy WSPL Zam. </w:t>
    </w:r>
    <w:proofErr w:type="spellStart"/>
    <w:r w:rsidRPr="00496C29">
      <w:rPr>
        <w:rFonts w:ascii="Tahoma" w:hAnsi="Tahoma" w:cs="Tahoma"/>
        <w:sz w:val="18"/>
        <w:szCs w:val="18"/>
      </w:rPr>
      <w:t>Publ</w:t>
    </w:r>
    <w:proofErr w:type="spellEnd"/>
    <w:r w:rsidRPr="00496C29">
      <w:rPr>
        <w:rFonts w:ascii="Tahoma" w:hAnsi="Tahoma" w:cs="Tahoma"/>
        <w:sz w:val="18"/>
        <w:szCs w:val="18"/>
      </w:rPr>
      <w:t>. nr 9/25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5F34DB" w14:textId="77777777" w:rsidR="00496C29" w:rsidRDefault="00496C29">
    <w:pPr>
      <w:pStyle w:val="Nagwek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F3A"/>
    <w:rsid w:val="001203FE"/>
    <w:rsid w:val="00137A58"/>
    <w:rsid w:val="00453D37"/>
    <w:rsid w:val="00496C29"/>
    <w:rsid w:val="008C1FF9"/>
    <w:rsid w:val="00BD50F1"/>
    <w:rsid w:val="00E8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472C6"/>
  <w15:docId w15:val="{11B3ED2E-EACF-464D-8A5C-76729A519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28A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rsid w:val="00B528A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7145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WW8Num44z0">
    <w:name w:val="WW8Num44z0"/>
    <w:qFormat/>
    <w:rsid w:val="009B43A3"/>
    <w:rPr>
      <w:rFonts w:cs="Times New Roman"/>
    </w:rPr>
  </w:style>
  <w:style w:type="character" w:customStyle="1" w:styleId="WW8Num22z0">
    <w:name w:val="WW8Num22z0"/>
    <w:qFormat/>
    <w:rsid w:val="009B43A3"/>
    <w:rPr>
      <w:rFonts w:cs="Times New Roman"/>
    </w:rPr>
  </w:style>
  <w:style w:type="character" w:customStyle="1" w:styleId="WW8Num37z0">
    <w:name w:val="WW8Num37z0"/>
    <w:qFormat/>
    <w:rsid w:val="009B43A3"/>
    <w:rPr>
      <w:rFonts w:ascii="Symbol" w:hAnsi="Symbol" w:cs="Symbol"/>
    </w:rPr>
  </w:style>
  <w:style w:type="character" w:customStyle="1" w:styleId="WW8Num36z0">
    <w:name w:val="WW8Num36z0"/>
    <w:qFormat/>
    <w:rsid w:val="009B43A3"/>
    <w:rPr>
      <w:rFonts w:cs="Times New Roman"/>
    </w:rPr>
  </w:style>
  <w:style w:type="character" w:customStyle="1" w:styleId="Znakinumeracji">
    <w:name w:val="Znaki numeracji"/>
    <w:qFormat/>
    <w:rsid w:val="009B43A3"/>
    <w:rPr>
      <w:rFonts w:ascii="Arial" w:hAnsi="Arial"/>
      <w:b w:val="0"/>
      <w:bCs w:val="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4070AD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4070A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4070AD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AE18C2"/>
    <w:pPr>
      <w:spacing w:after="140" w:line="276" w:lineRule="auto"/>
    </w:pPr>
  </w:style>
  <w:style w:type="paragraph" w:styleId="Lista">
    <w:name w:val="List"/>
    <w:basedOn w:val="Tekstpodstawowy"/>
    <w:rsid w:val="00AE18C2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AE18C2"/>
    <w:pPr>
      <w:suppressLineNumbers/>
    </w:pPr>
    <w:rPr>
      <w:rFonts w:cs="Arial"/>
    </w:rPr>
  </w:style>
  <w:style w:type="paragraph" w:customStyle="1" w:styleId="Nagwek11">
    <w:name w:val="Nagłówek 11"/>
    <w:basedOn w:val="Normalny"/>
    <w:next w:val="Normalny"/>
    <w:qFormat/>
    <w:rsid w:val="009B43A3"/>
    <w:pPr>
      <w:keepNext/>
      <w:tabs>
        <w:tab w:val="left" w:pos="0"/>
      </w:tabs>
      <w:jc w:val="center"/>
      <w:outlineLvl w:val="0"/>
    </w:pPr>
    <w:rPr>
      <w:rFonts w:eastAsia="Calibri"/>
      <w:b/>
      <w:spacing w:val="20"/>
      <w:szCs w:val="20"/>
    </w:rPr>
  </w:style>
  <w:style w:type="paragraph" w:customStyle="1" w:styleId="Gwkaistopka">
    <w:name w:val="Główka i stopka"/>
    <w:basedOn w:val="Normalny"/>
    <w:qFormat/>
    <w:rsid w:val="009B43A3"/>
  </w:style>
  <w:style w:type="paragraph" w:customStyle="1" w:styleId="Legenda1">
    <w:name w:val="Legenda1"/>
    <w:basedOn w:val="Normalny"/>
    <w:qFormat/>
    <w:rsid w:val="00AE18C2"/>
    <w:pPr>
      <w:suppressLineNumbers/>
      <w:spacing w:before="120" w:after="120"/>
    </w:pPr>
    <w:rPr>
      <w:rFonts w:cs="Arial"/>
      <w:i/>
      <w:iCs/>
    </w:rPr>
  </w:style>
  <w:style w:type="paragraph" w:customStyle="1" w:styleId="Nagwek1">
    <w:name w:val="Nagłówek1"/>
    <w:basedOn w:val="Normalny"/>
    <w:next w:val="Tekstpodstawowy"/>
    <w:qFormat/>
    <w:rsid w:val="00AE18C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kapitzlist">
    <w:name w:val="List Paragraph"/>
    <w:basedOn w:val="Normalny"/>
    <w:link w:val="AkapitzlistZnak"/>
    <w:uiPriority w:val="34"/>
    <w:qFormat/>
    <w:rsid w:val="00B528A3"/>
    <w:pPr>
      <w:ind w:left="708"/>
    </w:pPr>
  </w:style>
  <w:style w:type="paragraph" w:styleId="Tekstpodstawowywcity">
    <w:name w:val="Body Text Indent"/>
    <w:basedOn w:val="Normalny"/>
    <w:link w:val="TekstpodstawowywcityZnak"/>
    <w:rsid w:val="00714511"/>
    <w:pPr>
      <w:suppressAutoHyphens w:val="0"/>
      <w:spacing w:after="120"/>
      <w:ind w:left="283"/>
    </w:pPr>
    <w:rPr>
      <w:sz w:val="20"/>
      <w:szCs w:val="20"/>
      <w:lang w:eastAsia="pl-PL"/>
    </w:rPr>
  </w:style>
  <w:style w:type="paragraph" w:styleId="Tekstpodstawowywcity3">
    <w:name w:val="Body Text Indent 3"/>
    <w:basedOn w:val="Normalny"/>
    <w:qFormat/>
    <w:rsid w:val="009B43A3"/>
    <w:pPr>
      <w:widowControl w:val="0"/>
      <w:ind w:left="360" w:hanging="360"/>
      <w:jc w:val="both"/>
    </w:pPr>
    <w:rPr>
      <w:rFonts w:eastAsia="Calibri"/>
      <w:szCs w:val="20"/>
    </w:rPr>
  </w:style>
  <w:style w:type="paragraph" w:customStyle="1" w:styleId="Stopka1">
    <w:name w:val="Stopka1"/>
    <w:basedOn w:val="Gwkaistopka"/>
    <w:qFormat/>
    <w:rsid w:val="009B43A3"/>
    <w:pPr>
      <w:suppressLineNumbers/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4070A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4070AD"/>
    <w:rPr>
      <w:b/>
      <w:bCs/>
    </w:rPr>
  </w:style>
  <w:style w:type="paragraph" w:styleId="Stopka">
    <w:name w:val="footer"/>
    <w:basedOn w:val="Gwkaistopka"/>
  </w:style>
  <w:style w:type="numbering" w:customStyle="1" w:styleId="WW8Num44">
    <w:name w:val="WW8Num44"/>
    <w:qFormat/>
    <w:rsid w:val="009B43A3"/>
  </w:style>
  <w:style w:type="numbering" w:customStyle="1" w:styleId="WW8Num22">
    <w:name w:val="WW8Num22"/>
    <w:qFormat/>
    <w:rsid w:val="009B43A3"/>
  </w:style>
  <w:style w:type="numbering" w:customStyle="1" w:styleId="WW8Num37">
    <w:name w:val="WW8Num37"/>
    <w:qFormat/>
    <w:rsid w:val="009B43A3"/>
  </w:style>
  <w:style w:type="numbering" w:customStyle="1" w:styleId="WW8Num36">
    <w:name w:val="WW8Num36"/>
    <w:qFormat/>
    <w:rsid w:val="009B43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1230</Characters>
  <Application>Microsoft Office Word</Application>
  <DocSecurity>0</DocSecurity>
  <Lines>10</Lines>
  <Paragraphs>2</Paragraphs>
  <ScaleCrop>false</ScaleCrop>
  <Company>Resort Obrony Narodowej</Company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Pęcherzewski Grzegorz</dc:creator>
  <dc:description/>
  <cp:lastModifiedBy>Rafał Konieczny</cp:lastModifiedBy>
  <cp:revision>2</cp:revision>
  <cp:lastPrinted>2024-05-16T06:52:00Z</cp:lastPrinted>
  <dcterms:created xsi:type="dcterms:W3CDTF">2025-02-19T12:09:00Z</dcterms:created>
  <dcterms:modified xsi:type="dcterms:W3CDTF">2025-02-19T12:09:00Z</dcterms:modified>
  <dc:language>pl-PL</dc:language>
</cp:coreProperties>
</file>