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C45" w:rsidRPr="008B1584" w:rsidRDefault="00C33C45" w:rsidP="00541A66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>
        <w:rPr>
          <w:rFonts w:ascii="Cambria" w:hAnsi="Cambria" w:cs="Arial"/>
          <w:b/>
          <w:sz w:val="20"/>
          <w:szCs w:val="20"/>
        </w:rPr>
        <w:t>3</w:t>
      </w:r>
      <w:r w:rsidRPr="008B1584">
        <w:rPr>
          <w:rFonts w:ascii="Cambria" w:hAnsi="Cambria" w:cs="Arial"/>
          <w:b/>
          <w:sz w:val="20"/>
          <w:szCs w:val="20"/>
        </w:rPr>
        <w:t xml:space="preserve">A </w:t>
      </w:r>
    </w:p>
    <w:p w:rsidR="00C33C45" w:rsidRPr="008B1584" w:rsidRDefault="00C33C45" w:rsidP="000E0080">
      <w:pPr>
        <w:spacing w:after="15" w:line="276" w:lineRule="auto"/>
        <w:rPr>
          <w:rFonts w:ascii="Cambria" w:hAnsi="Cambria"/>
          <w:b/>
          <w:sz w:val="20"/>
          <w:szCs w:val="20"/>
        </w:rPr>
      </w:pPr>
      <w:r w:rsidRPr="008B1584">
        <w:rPr>
          <w:rFonts w:ascii="Cambria" w:hAnsi="Cambria"/>
          <w:b/>
          <w:sz w:val="20"/>
          <w:szCs w:val="20"/>
        </w:rPr>
        <w:t xml:space="preserve">Zamawiający: </w:t>
      </w:r>
    </w:p>
    <w:p w:rsidR="00C33C45" w:rsidRPr="008B1584" w:rsidRDefault="00C33C45" w:rsidP="00FB18B9">
      <w:pPr>
        <w:pStyle w:val="BodyTextIndent"/>
        <w:ind w:firstLine="0"/>
        <w:jc w:val="left"/>
        <w:outlineLvl w:val="0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SPZOZ w Wolsztynie</w:t>
      </w:r>
    </w:p>
    <w:p w:rsidR="00C33C45" w:rsidRPr="008B1584" w:rsidRDefault="00C33C45" w:rsidP="00FB18B9">
      <w:pPr>
        <w:pStyle w:val="BodyTextIndent"/>
        <w:ind w:firstLine="0"/>
        <w:jc w:val="left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ul. Wschowska 3</w:t>
      </w:r>
    </w:p>
    <w:p w:rsidR="00C33C45" w:rsidRPr="008B1584" w:rsidRDefault="00C33C45" w:rsidP="00FB18B9">
      <w:pPr>
        <w:spacing w:after="0" w:line="480" w:lineRule="auto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Calibri"/>
          <w:bCs/>
          <w:sz w:val="20"/>
          <w:szCs w:val="20"/>
        </w:rPr>
        <w:t>64-200 Wolsztyn</w:t>
      </w:r>
    </w:p>
    <w:p w:rsidR="00C33C45" w:rsidRPr="008B1584" w:rsidRDefault="00C33C45" w:rsidP="00F0428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Wykonawca:</w:t>
      </w:r>
    </w:p>
    <w:p w:rsidR="00C33C45" w:rsidRPr="008B1584" w:rsidRDefault="00C33C45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C33C45" w:rsidRPr="008B1584" w:rsidRDefault="00C33C45" w:rsidP="007936D6">
      <w:pPr>
        <w:ind w:right="5953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:rsidR="00C33C45" w:rsidRPr="008B1584" w:rsidRDefault="00C33C45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8B1584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33C45" w:rsidRPr="008B1584" w:rsidRDefault="00C33C45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C33C45" w:rsidRPr="008B1584" w:rsidRDefault="00C33C45" w:rsidP="008B1584">
      <w:pPr>
        <w:spacing w:after="0" w:line="240" w:lineRule="auto"/>
        <w:ind w:right="5954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(imię, nazwisko, stanowisko/podstawa do  reprezentacji)</w:t>
      </w:r>
    </w:p>
    <w:p w:rsidR="00C33C45" w:rsidRPr="008B1584" w:rsidRDefault="00C33C45" w:rsidP="00C4103F">
      <w:pPr>
        <w:rPr>
          <w:rFonts w:ascii="Cambria" w:hAnsi="Cambria" w:cs="Arial"/>
          <w:sz w:val="20"/>
          <w:szCs w:val="20"/>
        </w:rPr>
      </w:pPr>
    </w:p>
    <w:p w:rsidR="00C33C45" w:rsidRPr="008B1584" w:rsidRDefault="00C33C45" w:rsidP="00761CEB">
      <w:pPr>
        <w:spacing w:after="120" w:line="360" w:lineRule="auto"/>
        <w:rPr>
          <w:rFonts w:ascii="Cambria" w:hAnsi="Cambria" w:cs="Arial"/>
          <w:b/>
          <w:sz w:val="20"/>
          <w:szCs w:val="20"/>
          <w:u w:val="single"/>
        </w:rPr>
      </w:pPr>
    </w:p>
    <w:p w:rsidR="00C33C45" w:rsidRPr="008B1584" w:rsidRDefault="00C33C45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:rsidR="00C33C45" w:rsidRPr="008B1584" w:rsidRDefault="00C33C45" w:rsidP="008B1584">
      <w:pPr>
        <w:spacing w:after="0" w:line="24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B1584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C33C45" w:rsidRPr="008B1584" w:rsidRDefault="00C33C45" w:rsidP="008B158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 xml:space="preserve">składane na podstawie art. 125 ust. 1 ustawy Pzp </w:t>
      </w:r>
    </w:p>
    <w:p w:rsidR="00C33C45" w:rsidRDefault="00C33C45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C33C45" w:rsidRPr="008B1584" w:rsidRDefault="00C33C45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C33C45" w:rsidRDefault="00C33C45" w:rsidP="004B0069">
      <w:pPr>
        <w:autoSpaceDE w:val="0"/>
        <w:spacing w:line="360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:rsidR="00C33C45" w:rsidRPr="00EC7A28" w:rsidRDefault="00C33C45" w:rsidP="00EC7A28">
      <w:pPr>
        <w:spacing w:after="0" w:line="240" w:lineRule="auto"/>
        <w:ind w:left="360"/>
        <w:jc w:val="center"/>
        <w:rPr>
          <w:rFonts w:ascii="Cambria" w:hAnsi="Cambria" w:cs="Arial"/>
          <w:b/>
          <w:color w:val="0000FF"/>
          <w:sz w:val="20"/>
          <w:szCs w:val="20"/>
        </w:rPr>
      </w:pPr>
      <w:r w:rsidRPr="00EC7A28">
        <w:rPr>
          <w:rFonts w:ascii="Cambria" w:hAnsi="Cambria" w:cs="Verdana"/>
          <w:b/>
          <w:color w:val="0000FF"/>
          <w:sz w:val="20"/>
          <w:szCs w:val="20"/>
        </w:rPr>
        <w:t>„</w:t>
      </w:r>
      <w:r w:rsidRPr="00EC7A28">
        <w:rPr>
          <w:rFonts w:ascii="Cambria" w:hAnsi="Cambria"/>
          <w:b/>
          <w:bCs/>
          <w:color w:val="0000FF"/>
          <w:sz w:val="20"/>
          <w:szCs w:val="20"/>
        </w:rPr>
        <w:t xml:space="preserve">sukcesywna </w:t>
      </w:r>
      <w:r w:rsidRPr="00EC7A28">
        <w:rPr>
          <w:rFonts w:ascii="Cambria" w:hAnsi="Cambria" w:cs="Arial"/>
          <w:b/>
          <w:color w:val="0000FF"/>
          <w:sz w:val="20"/>
          <w:szCs w:val="20"/>
        </w:rPr>
        <w:t xml:space="preserve">18 miesięczna dostawa produktów leczniczych i wyrobów medycznych </w:t>
      </w:r>
    </w:p>
    <w:p w:rsidR="00C33C45" w:rsidRPr="00EC7A28" w:rsidRDefault="00C33C45" w:rsidP="00EC7A28">
      <w:pPr>
        <w:spacing w:after="0" w:line="240" w:lineRule="auto"/>
        <w:ind w:left="360"/>
        <w:jc w:val="center"/>
        <w:rPr>
          <w:rFonts w:ascii="Cambria" w:hAnsi="Cambria"/>
          <w:b/>
          <w:color w:val="0000FF"/>
          <w:sz w:val="20"/>
          <w:szCs w:val="20"/>
        </w:rPr>
      </w:pPr>
      <w:r w:rsidRPr="00EC7A28">
        <w:rPr>
          <w:rFonts w:ascii="Cambria" w:hAnsi="Cambria" w:cs="Arial"/>
          <w:b/>
          <w:color w:val="0000FF"/>
          <w:sz w:val="20"/>
          <w:szCs w:val="20"/>
        </w:rPr>
        <w:t xml:space="preserve">dla </w:t>
      </w:r>
      <w:r w:rsidRPr="00EC7A28">
        <w:rPr>
          <w:rFonts w:ascii="Cambria" w:hAnsi="Cambria"/>
          <w:b/>
          <w:color w:val="0000FF"/>
          <w:sz w:val="20"/>
          <w:szCs w:val="20"/>
        </w:rPr>
        <w:t>SPZOZ w Wolsztynie</w:t>
      </w:r>
      <w:r w:rsidRPr="00EC7A28">
        <w:rPr>
          <w:rFonts w:ascii="Cambria" w:hAnsi="Cambria" w:cs="Cambria"/>
          <w:b/>
          <w:color w:val="0000FF"/>
          <w:sz w:val="20"/>
          <w:szCs w:val="20"/>
        </w:rPr>
        <w:t>”</w:t>
      </w:r>
    </w:p>
    <w:p w:rsidR="00C33C45" w:rsidRPr="00EC7A28" w:rsidRDefault="00C33C45" w:rsidP="00EC7A28">
      <w:pPr>
        <w:spacing w:after="0" w:line="240" w:lineRule="auto"/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EC7A28">
        <w:rPr>
          <w:rFonts w:ascii="Cambria" w:hAnsi="Cambria" w:cs="Arial"/>
          <w:b/>
          <w:bCs/>
          <w:color w:val="0000FF"/>
          <w:sz w:val="20"/>
          <w:szCs w:val="20"/>
        </w:rPr>
        <w:t>TP/3/2025</w:t>
      </w:r>
    </w:p>
    <w:p w:rsidR="00C33C45" w:rsidRPr="008B1584" w:rsidRDefault="00C33C45" w:rsidP="00667E24">
      <w:pPr>
        <w:autoSpaceDE w:val="0"/>
        <w:spacing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co następuje:</w:t>
      </w:r>
    </w:p>
    <w:p w:rsidR="00C33C45" w:rsidRPr="008B1584" w:rsidRDefault="00C33C45" w:rsidP="00B5040B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:rsidR="00C33C45" w:rsidRPr="008B1584" w:rsidRDefault="00C33C45" w:rsidP="00B5040B">
      <w:pPr>
        <w:pStyle w:val="ListParagraph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33C45" w:rsidRPr="008B1584" w:rsidRDefault="00C33C45" w:rsidP="003F3B0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108 ust. 1 ustawy Pzp.</w:t>
      </w:r>
    </w:p>
    <w:p w:rsidR="00C33C45" w:rsidRPr="008B1584" w:rsidRDefault="00C33C45" w:rsidP="00177C2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109 ust. 1 pkt 4 ustawy Pzp.</w:t>
      </w:r>
    </w:p>
    <w:p w:rsidR="00C33C45" w:rsidRPr="008B1584" w:rsidRDefault="00C33C45" w:rsidP="00D13B3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8B1584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8B1584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8B1584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3C45" w:rsidRPr="000702DF" w:rsidRDefault="00C33C45" w:rsidP="00DD59F0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color w:val="0000FF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8B1584">
        <w:rPr>
          <w:rFonts w:ascii="Cambria" w:hAnsi="Cambria" w:cs="Arial"/>
          <w:sz w:val="20"/>
          <w:szCs w:val="20"/>
          <w:lang w:eastAsia="pl-PL"/>
        </w:rPr>
        <w:t xml:space="preserve">7 ust. 1 ustawy </w:t>
      </w:r>
      <w:r w:rsidRPr="008B1584">
        <w:rPr>
          <w:rFonts w:ascii="Cambria" w:hAnsi="Cambria" w:cs="Arial"/>
          <w:sz w:val="20"/>
          <w:szCs w:val="20"/>
        </w:rPr>
        <w:t>z dnia 13 kwietnia 2022 r.</w:t>
      </w:r>
      <w:r w:rsidRPr="008B1584">
        <w:rPr>
          <w:rFonts w:ascii="Cambria" w:hAnsi="Cambria" w:cs="Arial"/>
          <w:i/>
          <w:iCs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 xml:space="preserve">(Dz. U. </w:t>
      </w:r>
      <w:r w:rsidRPr="00BE50F9">
        <w:rPr>
          <w:rFonts w:ascii="Cambria" w:hAnsi="Cambria"/>
          <w:b/>
          <w:color w:val="0000FF"/>
          <w:sz w:val="20"/>
          <w:szCs w:val="20"/>
        </w:rPr>
        <w:t>tekst jedn. Dz. U. z 2023 r. poz. 1497 z późn. zm</w:t>
      </w:r>
      <w:r w:rsidRPr="00BE50F9">
        <w:rPr>
          <w:rFonts w:ascii="Cambria" w:hAnsi="Cambria" w:cs="Arial"/>
          <w:b/>
          <w:bCs/>
          <w:color w:val="0000FF"/>
          <w:sz w:val="20"/>
          <w:szCs w:val="20"/>
        </w:rPr>
        <w:t>)</w:t>
      </w:r>
      <w:r w:rsidRPr="000702DF">
        <w:rPr>
          <w:rStyle w:val="FootnoteReference"/>
          <w:rFonts w:ascii="Cambria" w:hAnsi="Cambria" w:cs="Arial"/>
          <w:i/>
          <w:iCs/>
          <w:color w:val="0000FF"/>
          <w:sz w:val="20"/>
          <w:szCs w:val="20"/>
        </w:rPr>
        <w:footnoteReference w:id="1"/>
      </w:r>
      <w:r w:rsidRPr="000702DF">
        <w:rPr>
          <w:rFonts w:ascii="Cambria" w:hAnsi="Cambria" w:cs="Arial"/>
          <w:i/>
          <w:iCs/>
          <w:color w:val="0000FF"/>
          <w:sz w:val="20"/>
          <w:szCs w:val="20"/>
        </w:rPr>
        <w:t>.</w:t>
      </w:r>
      <w:r w:rsidRPr="000702DF">
        <w:rPr>
          <w:rFonts w:ascii="Cambria" w:hAnsi="Cambria" w:cs="Arial"/>
          <w:color w:val="0000FF"/>
          <w:sz w:val="20"/>
          <w:szCs w:val="20"/>
        </w:rPr>
        <w:t xml:space="preserve"> </w:t>
      </w:r>
    </w:p>
    <w:p w:rsidR="00C33C45" w:rsidRPr="008B1584" w:rsidRDefault="00C33C45" w:rsidP="000E0080">
      <w:pPr>
        <w:pStyle w:val="NormalWeb"/>
        <w:spacing w:after="0" w:line="360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:rsidR="00C33C45" w:rsidRPr="008B1584" w:rsidRDefault="00C33C45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OŚWIADCZENIE DOTYCZĄCE WARUNKÓW UDZIAŁU W POSTĘPOWANIU:</w:t>
      </w:r>
    </w:p>
    <w:p w:rsidR="00C33C45" w:rsidRPr="008B1584" w:rsidRDefault="00C33C4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33C45" w:rsidRPr="008B1584" w:rsidRDefault="00C33C45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C33C45" w:rsidRPr="008B1584" w:rsidRDefault="00C33C45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</w:t>
      </w:r>
      <w:r w:rsidRPr="00D13E65">
        <w:rPr>
          <w:rFonts w:ascii="Cambria" w:hAnsi="Cambria" w:cs="Arial"/>
          <w:b/>
          <w:sz w:val="20"/>
          <w:szCs w:val="20"/>
        </w:rPr>
        <w:t>w      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Rozdziale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 pkt.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.1 SWZ </w:t>
      </w:r>
      <w:bookmarkEnd w:id="0"/>
      <w:r w:rsidRPr="004B0069">
        <w:rPr>
          <w:rFonts w:ascii="Cambria" w:hAnsi="Cambria" w:cs="Arial"/>
          <w:b/>
          <w:color w:val="008000"/>
          <w:sz w:val="20"/>
          <w:szCs w:val="20"/>
        </w:rPr>
        <w:t>.</w:t>
      </w:r>
      <w:r w:rsidRPr="008B1584">
        <w:rPr>
          <w:rFonts w:ascii="Cambria" w:hAnsi="Cambria" w:cs="Arial"/>
          <w:sz w:val="20"/>
          <w:szCs w:val="20"/>
        </w:rPr>
        <w:t xml:space="preserve"> </w:t>
      </w:r>
    </w:p>
    <w:p w:rsidR="00C33C45" w:rsidRPr="008B1584" w:rsidRDefault="00C33C45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33C45" w:rsidRPr="008B1584" w:rsidRDefault="00C33C45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</w:t>
      </w:r>
      <w:r>
        <w:rPr>
          <w:rFonts w:ascii="Cambria" w:hAnsi="Cambria" w:cs="Arial"/>
          <w:i/>
          <w:color w:val="0070C0"/>
          <w:sz w:val="20"/>
          <w:szCs w:val="20"/>
        </w:rPr>
        <w:t>ę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pniaj</w:t>
      </w:r>
      <w:r>
        <w:rPr>
          <w:rFonts w:ascii="Cambria" w:hAnsi="Cambria" w:cs="Arial"/>
          <w:i/>
          <w:color w:val="0070C0"/>
          <w:sz w:val="20"/>
          <w:szCs w:val="20"/>
        </w:rPr>
        <w:t>ą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cych zasoby, a jednocześnie samodzielnie w pewnym zakresie wykazuje spełnianie warunków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C33C45" w:rsidRDefault="00C33C45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</w:p>
    <w:p w:rsidR="00C33C45" w:rsidRPr="0049705F" w:rsidRDefault="00C33C45" w:rsidP="00C87AC2">
      <w:pPr>
        <w:spacing w:after="0" w:line="360" w:lineRule="auto"/>
        <w:jc w:val="both"/>
        <w:rPr>
          <w:rFonts w:ascii="Cambria" w:hAnsi="Cambria"/>
          <w:color w:val="008000"/>
          <w:sz w:val="20"/>
          <w:szCs w:val="20"/>
        </w:rPr>
      </w:pP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SWZ, rozdz. </w:t>
      </w:r>
      <w:r>
        <w:rPr>
          <w:rFonts w:ascii="Cambria" w:hAnsi="Cambria" w:cs="Arial"/>
          <w:b/>
          <w:color w:val="008000"/>
          <w:sz w:val="20"/>
          <w:szCs w:val="20"/>
        </w:rPr>
        <w:t>6.</w:t>
      </w: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 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>pkt.</w:t>
      </w:r>
      <w:r>
        <w:rPr>
          <w:rFonts w:ascii="Cambria" w:hAnsi="Cambria" w:cs="Arial"/>
          <w:b/>
          <w:color w:val="008000"/>
          <w:sz w:val="20"/>
          <w:szCs w:val="20"/>
        </w:rPr>
        <w:t xml:space="preserve"> 6.1, ….)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8B1584">
        <w:rPr>
          <w:rFonts w:ascii="Cambria" w:hAnsi="Cambria" w:cs="Arial"/>
          <w:sz w:val="20"/>
          <w:szCs w:val="20"/>
        </w:rPr>
        <w:t xml:space="preserve"> w  następującym zakresie</w:t>
      </w:r>
      <w:r w:rsidRPr="0049705F">
        <w:rPr>
          <w:rFonts w:ascii="Cambria" w:hAnsi="Cambria" w:cs="Arial"/>
          <w:color w:val="008000"/>
          <w:sz w:val="20"/>
          <w:szCs w:val="20"/>
        </w:rPr>
        <w:t xml:space="preserve">: </w:t>
      </w:r>
      <w:r>
        <w:rPr>
          <w:rFonts w:ascii="Cambria" w:hAnsi="Cambria"/>
          <w:color w:val="008000"/>
          <w:sz w:val="20"/>
          <w:szCs w:val="20"/>
        </w:rPr>
        <w:t>…………………………………………………..</w:t>
      </w:r>
    </w:p>
    <w:p w:rsidR="00C33C45" w:rsidRPr="008B1584" w:rsidRDefault="00C33C45" w:rsidP="00C87AC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C33C45" w:rsidRPr="008B1584" w:rsidRDefault="00C33C45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W ZWIĄZKU Z POLEGANIEM NA ZDOLNOŚCIACH LUB SYTUACJI PODMIOTÓW UDOSTEPNIAJĄCYCH ZASOBY</w:t>
      </w:r>
      <w:r w:rsidRPr="008B1584">
        <w:rPr>
          <w:rFonts w:ascii="Cambria" w:hAnsi="Cambria" w:cs="Arial"/>
          <w:sz w:val="20"/>
          <w:szCs w:val="20"/>
        </w:rPr>
        <w:t xml:space="preserve">: </w:t>
      </w:r>
    </w:p>
    <w:p w:rsidR="00C33C45" w:rsidRPr="008B1584" w:rsidRDefault="00C33C45" w:rsidP="002E0E61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8B1584">
        <w:rPr>
          <w:rFonts w:ascii="Cambria" w:hAnsi="Cambria" w:cs="Arial"/>
          <w:i/>
          <w:sz w:val="20"/>
          <w:szCs w:val="20"/>
        </w:rPr>
        <w:t xml:space="preserve">(wskazać </w:t>
      </w:r>
      <w:bookmarkEnd w:id="1"/>
      <w:r w:rsidRPr="008B1584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8B1584">
        <w:rPr>
          <w:rFonts w:ascii="Cambria" w:hAnsi="Cambria" w:cs="Arial"/>
          <w:sz w:val="20"/>
          <w:szCs w:val="20"/>
        </w:rPr>
        <w:t xml:space="preserve"> polegam na zdolnościach lub sytuacji następującego/ych podmiotu/ów udostępniających zasoby: </w:t>
      </w:r>
      <w:bookmarkStart w:id="2" w:name="_Hlk99014455"/>
      <w:r w:rsidRPr="008B1584">
        <w:rPr>
          <w:rFonts w:ascii="Cambria" w:hAnsi="Cambria" w:cs="Arial"/>
          <w:i/>
          <w:sz w:val="20"/>
          <w:szCs w:val="20"/>
        </w:rPr>
        <w:t>(wskazać nazwę/y podmiotu/ów)</w:t>
      </w:r>
      <w:bookmarkEnd w:id="2"/>
      <w:r w:rsidRPr="008B1584">
        <w:rPr>
          <w:rFonts w:ascii="Cambria" w:hAnsi="Cambria" w:cs="Arial"/>
          <w:sz w:val="20"/>
          <w:szCs w:val="20"/>
        </w:rPr>
        <w:t>…………………</w:t>
      </w:r>
      <w:r w:rsidRPr="008B1584" w:rsidDel="002B0BDF">
        <w:rPr>
          <w:rFonts w:ascii="Cambria" w:hAnsi="Cambria" w:cs="Arial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:rsidR="00C33C45" w:rsidRPr="008B1584" w:rsidRDefault="00C33C4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C33C45" w:rsidRPr="008B1584" w:rsidRDefault="00C33C45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bookmarkStart w:id="3" w:name="_GoBack"/>
      <w:bookmarkEnd w:id="3"/>
    </w:p>
    <w:p w:rsidR="00C33C45" w:rsidRPr="008B1584" w:rsidRDefault="00C33C45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4" w:name="_Hlk99009560"/>
      <w:r w:rsidRPr="008B1584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bookmarkEnd w:id="4"/>
    <w:p w:rsidR="00C33C45" w:rsidRPr="008B1584" w:rsidRDefault="00C33C45" w:rsidP="002E0E61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8B1584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8B1584">
        <w:rPr>
          <w:rFonts w:ascii="Cambria" w:hAnsi="Cambria"/>
          <w:sz w:val="20"/>
          <w:szCs w:val="20"/>
        </w:rPr>
        <w:t xml:space="preserve"> </w:t>
      </w:r>
    </w:p>
    <w:p w:rsidR="00C33C45" w:rsidRPr="008B1584" w:rsidRDefault="00C33C45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DOTYCZĄCA DOSTĘPU DO PODMIOTOWYCH ŚRODKÓW DOWODOWYCH:</w:t>
      </w:r>
    </w:p>
    <w:p w:rsidR="00C33C45" w:rsidRPr="008B1584" w:rsidRDefault="00C33C45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8B1584">
        <w:rPr>
          <w:rFonts w:ascii="Cambria" w:hAnsi="Cambria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dane umożliwiające dostęp do tych środków:</w:t>
      </w:r>
    </w:p>
    <w:p w:rsidR="00C33C45" w:rsidRPr="008B1584" w:rsidRDefault="00C33C45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C33C45" w:rsidRPr="008B1584" w:rsidRDefault="00C33C45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C33C45" w:rsidRPr="008B1584" w:rsidRDefault="00C33C45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C33C45" w:rsidRPr="008B1584" w:rsidRDefault="00C33C45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C33C45" w:rsidRPr="008B1584" w:rsidRDefault="00C33C45" w:rsidP="00520F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33C45" w:rsidRPr="008B1584" w:rsidRDefault="00C33C45" w:rsidP="00520F9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  <w:t>……………………………………….</w:t>
      </w:r>
    </w:p>
    <w:p w:rsidR="00C33C45" w:rsidRPr="006B0AA3" w:rsidRDefault="00C33C45" w:rsidP="00AE6FF2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i/>
          <w:sz w:val="20"/>
          <w:szCs w:val="20"/>
        </w:rPr>
        <w:tab/>
      </w:r>
      <w:r w:rsidRPr="006B0AA3">
        <w:rPr>
          <w:rFonts w:ascii="Cambria" w:hAnsi="Cambria" w:cs="Arial"/>
          <w:i/>
          <w:sz w:val="18"/>
          <w:szCs w:val="18"/>
        </w:rPr>
        <w:t xml:space="preserve">Data; kwalifikowany podpis elektroniczny lub podpis zaufany lub podpis osobisty </w:t>
      </w:r>
    </w:p>
    <w:sectPr w:rsidR="00C33C45" w:rsidRPr="006B0AA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C45" w:rsidRDefault="00C33C45" w:rsidP="0038231F">
      <w:pPr>
        <w:spacing w:after="0" w:line="240" w:lineRule="auto"/>
      </w:pPr>
      <w:r>
        <w:separator/>
      </w:r>
    </w:p>
  </w:endnote>
  <w:endnote w:type="continuationSeparator" w:id="0">
    <w:p w:rsidR="00C33C45" w:rsidRDefault="00C33C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C45" w:rsidRDefault="00C33C45" w:rsidP="0038231F">
      <w:pPr>
        <w:spacing w:after="0" w:line="240" w:lineRule="auto"/>
      </w:pPr>
      <w:r>
        <w:separator/>
      </w:r>
    </w:p>
  </w:footnote>
  <w:footnote w:type="continuationSeparator" w:id="0">
    <w:p w:rsidR="00C33C45" w:rsidRDefault="00C33C45" w:rsidP="0038231F">
      <w:pPr>
        <w:spacing w:after="0" w:line="240" w:lineRule="auto"/>
      </w:pPr>
      <w:r>
        <w:continuationSeparator/>
      </w:r>
    </w:p>
  </w:footnote>
  <w:footnote w:id="1">
    <w:p w:rsidR="00C33C45" w:rsidRPr="00A82964" w:rsidRDefault="00C33C45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C33C45" w:rsidRPr="00A82964" w:rsidRDefault="00C33C45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33C45" w:rsidRPr="00A82964" w:rsidRDefault="00C33C45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33C45" w:rsidRDefault="00C33C45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0964"/>
    <w:rsid w:val="0002073F"/>
    <w:rsid w:val="00025C8D"/>
    <w:rsid w:val="000303EE"/>
    <w:rsid w:val="000313A4"/>
    <w:rsid w:val="0004456B"/>
    <w:rsid w:val="00052F15"/>
    <w:rsid w:val="00061770"/>
    <w:rsid w:val="00061C26"/>
    <w:rsid w:val="00066102"/>
    <w:rsid w:val="000702DF"/>
    <w:rsid w:val="00073C3D"/>
    <w:rsid w:val="000809B6"/>
    <w:rsid w:val="00097B68"/>
    <w:rsid w:val="000A6057"/>
    <w:rsid w:val="000B1025"/>
    <w:rsid w:val="000B2EC1"/>
    <w:rsid w:val="000B414C"/>
    <w:rsid w:val="000B4282"/>
    <w:rsid w:val="000B4DB0"/>
    <w:rsid w:val="000B54D1"/>
    <w:rsid w:val="000B6AE1"/>
    <w:rsid w:val="000B72B2"/>
    <w:rsid w:val="000C021E"/>
    <w:rsid w:val="000C18AF"/>
    <w:rsid w:val="000D126A"/>
    <w:rsid w:val="000D28B6"/>
    <w:rsid w:val="000D44E3"/>
    <w:rsid w:val="000D6F17"/>
    <w:rsid w:val="000D737E"/>
    <w:rsid w:val="000D73C4"/>
    <w:rsid w:val="000D7F5B"/>
    <w:rsid w:val="000E0080"/>
    <w:rsid w:val="000E3539"/>
    <w:rsid w:val="000E4D37"/>
    <w:rsid w:val="000F55E0"/>
    <w:rsid w:val="000F5FA3"/>
    <w:rsid w:val="00100D87"/>
    <w:rsid w:val="001035E8"/>
    <w:rsid w:val="001067FC"/>
    <w:rsid w:val="0011408C"/>
    <w:rsid w:val="001275E7"/>
    <w:rsid w:val="0012799E"/>
    <w:rsid w:val="00132F0F"/>
    <w:rsid w:val="001350AE"/>
    <w:rsid w:val="001542CB"/>
    <w:rsid w:val="0017575D"/>
    <w:rsid w:val="00177227"/>
    <w:rsid w:val="00177C2A"/>
    <w:rsid w:val="00182AE5"/>
    <w:rsid w:val="001902D2"/>
    <w:rsid w:val="00193E36"/>
    <w:rsid w:val="00196FA6"/>
    <w:rsid w:val="001A1EB6"/>
    <w:rsid w:val="001B1ECD"/>
    <w:rsid w:val="001B3A31"/>
    <w:rsid w:val="001C15DB"/>
    <w:rsid w:val="001C6945"/>
    <w:rsid w:val="001F027E"/>
    <w:rsid w:val="001F0CE2"/>
    <w:rsid w:val="001F7263"/>
    <w:rsid w:val="00200A89"/>
    <w:rsid w:val="00200BDD"/>
    <w:rsid w:val="00203A40"/>
    <w:rsid w:val="002168A8"/>
    <w:rsid w:val="002235C5"/>
    <w:rsid w:val="0022401A"/>
    <w:rsid w:val="0023718A"/>
    <w:rsid w:val="002448FD"/>
    <w:rsid w:val="002459B2"/>
    <w:rsid w:val="0025261D"/>
    <w:rsid w:val="00253B54"/>
    <w:rsid w:val="00255142"/>
    <w:rsid w:val="00256715"/>
    <w:rsid w:val="00256CEC"/>
    <w:rsid w:val="00261CCE"/>
    <w:rsid w:val="00262D61"/>
    <w:rsid w:val="00265074"/>
    <w:rsid w:val="0026724F"/>
    <w:rsid w:val="00272C31"/>
    <w:rsid w:val="00272CF1"/>
    <w:rsid w:val="00274B5A"/>
    <w:rsid w:val="00277D06"/>
    <w:rsid w:val="00282393"/>
    <w:rsid w:val="00290B01"/>
    <w:rsid w:val="00294134"/>
    <w:rsid w:val="00296B60"/>
    <w:rsid w:val="002A2DF6"/>
    <w:rsid w:val="002A403E"/>
    <w:rsid w:val="002A4AC2"/>
    <w:rsid w:val="002B0BDF"/>
    <w:rsid w:val="002B4A04"/>
    <w:rsid w:val="002B4DE6"/>
    <w:rsid w:val="002C1C7B"/>
    <w:rsid w:val="002C4948"/>
    <w:rsid w:val="002C744C"/>
    <w:rsid w:val="002E0E61"/>
    <w:rsid w:val="002E3CBB"/>
    <w:rsid w:val="002E573C"/>
    <w:rsid w:val="002E641A"/>
    <w:rsid w:val="002E7B71"/>
    <w:rsid w:val="00313417"/>
    <w:rsid w:val="00313911"/>
    <w:rsid w:val="0032285D"/>
    <w:rsid w:val="00333209"/>
    <w:rsid w:val="00337073"/>
    <w:rsid w:val="00340DE1"/>
    <w:rsid w:val="00341C90"/>
    <w:rsid w:val="00350CD9"/>
    <w:rsid w:val="00351F8A"/>
    <w:rsid w:val="0035232F"/>
    <w:rsid w:val="00352EBF"/>
    <w:rsid w:val="00353A1B"/>
    <w:rsid w:val="00364235"/>
    <w:rsid w:val="00373148"/>
    <w:rsid w:val="003768CB"/>
    <w:rsid w:val="003806E7"/>
    <w:rsid w:val="0038231F"/>
    <w:rsid w:val="00393007"/>
    <w:rsid w:val="003940CF"/>
    <w:rsid w:val="00397E34"/>
    <w:rsid w:val="003A271E"/>
    <w:rsid w:val="003A2DCF"/>
    <w:rsid w:val="003B2070"/>
    <w:rsid w:val="003B214C"/>
    <w:rsid w:val="003B2689"/>
    <w:rsid w:val="003B7238"/>
    <w:rsid w:val="003C3B64"/>
    <w:rsid w:val="003D1402"/>
    <w:rsid w:val="003D56DB"/>
    <w:rsid w:val="003D6257"/>
    <w:rsid w:val="003E24F8"/>
    <w:rsid w:val="003E4AED"/>
    <w:rsid w:val="003F024C"/>
    <w:rsid w:val="003F3B00"/>
    <w:rsid w:val="003F65F8"/>
    <w:rsid w:val="003F6C17"/>
    <w:rsid w:val="00404B1A"/>
    <w:rsid w:val="00405700"/>
    <w:rsid w:val="00411632"/>
    <w:rsid w:val="00413F83"/>
    <w:rsid w:val="00414981"/>
    <w:rsid w:val="00414AFC"/>
    <w:rsid w:val="00417458"/>
    <w:rsid w:val="0042777E"/>
    <w:rsid w:val="00431182"/>
    <w:rsid w:val="004312A2"/>
    <w:rsid w:val="00434CC2"/>
    <w:rsid w:val="00436627"/>
    <w:rsid w:val="00442AD2"/>
    <w:rsid w:val="00443F07"/>
    <w:rsid w:val="00446452"/>
    <w:rsid w:val="00446C36"/>
    <w:rsid w:val="0045745B"/>
    <w:rsid w:val="004609F1"/>
    <w:rsid w:val="00464264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87CF1"/>
    <w:rsid w:val="004903B7"/>
    <w:rsid w:val="00495B91"/>
    <w:rsid w:val="0049705F"/>
    <w:rsid w:val="004B0069"/>
    <w:rsid w:val="004C4854"/>
    <w:rsid w:val="004D0012"/>
    <w:rsid w:val="004D323F"/>
    <w:rsid w:val="004D7E48"/>
    <w:rsid w:val="004E0B2A"/>
    <w:rsid w:val="004E227C"/>
    <w:rsid w:val="004E290A"/>
    <w:rsid w:val="004F23F7"/>
    <w:rsid w:val="004F3D9F"/>
    <w:rsid w:val="004F40EF"/>
    <w:rsid w:val="005142D1"/>
    <w:rsid w:val="005155D6"/>
    <w:rsid w:val="00520174"/>
    <w:rsid w:val="00520F90"/>
    <w:rsid w:val="00522CAA"/>
    <w:rsid w:val="0052569C"/>
    <w:rsid w:val="00525876"/>
    <w:rsid w:val="0053061E"/>
    <w:rsid w:val="00533859"/>
    <w:rsid w:val="00533D83"/>
    <w:rsid w:val="00541A66"/>
    <w:rsid w:val="00550118"/>
    <w:rsid w:val="00557050"/>
    <w:rsid w:val="005641F0"/>
    <w:rsid w:val="0056504D"/>
    <w:rsid w:val="00567E6C"/>
    <w:rsid w:val="00572AB6"/>
    <w:rsid w:val="005801E8"/>
    <w:rsid w:val="00581FFD"/>
    <w:rsid w:val="00586145"/>
    <w:rsid w:val="0058769B"/>
    <w:rsid w:val="00590F37"/>
    <w:rsid w:val="00591F9F"/>
    <w:rsid w:val="005947B1"/>
    <w:rsid w:val="005A0843"/>
    <w:rsid w:val="005C2512"/>
    <w:rsid w:val="005C39CA"/>
    <w:rsid w:val="005C3C08"/>
    <w:rsid w:val="005C6CB0"/>
    <w:rsid w:val="005D3607"/>
    <w:rsid w:val="005E176A"/>
    <w:rsid w:val="005E25A7"/>
    <w:rsid w:val="005F2434"/>
    <w:rsid w:val="00614130"/>
    <w:rsid w:val="00614AE4"/>
    <w:rsid w:val="00631771"/>
    <w:rsid w:val="00633724"/>
    <w:rsid w:val="0063384A"/>
    <w:rsid w:val="00633E88"/>
    <w:rsid w:val="00634311"/>
    <w:rsid w:val="006458A9"/>
    <w:rsid w:val="00646CE2"/>
    <w:rsid w:val="00652B7C"/>
    <w:rsid w:val="00653E29"/>
    <w:rsid w:val="00654613"/>
    <w:rsid w:val="00654FAD"/>
    <w:rsid w:val="0066031C"/>
    <w:rsid w:val="006677DF"/>
    <w:rsid w:val="00667E02"/>
    <w:rsid w:val="00667E24"/>
    <w:rsid w:val="00677A03"/>
    <w:rsid w:val="006905E4"/>
    <w:rsid w:val="00691AAB"/>
    <w:rsid w:val="006A3A1F"/>
    <w:rsid w:val="006A52B6"/>
    <w:rsid w:val="006A52BC"/>
    <w:rsid w:val="006A7294"/>
    <w:rsid w:val="006B0AA3"/>
    <w:rsid w:val="006B199C"/>
    <w:rsid w:val="006B33C0"/>
    <w:rsid w:val="006D3513"/>
    <w:rsid w:val="006D4168"/>
    <w:rsid w:val="006E3FE1"/>
    <w:rsid w:val="006E622A"/>
    <w:rsid w:val="006F0034"/>
    <w:rsid w:val="006F02D7"/>
    <w:rsid w:val="006F245E"/>
    <w:rsid w:val="006F3D32"/>
    <w:rsid w:val="006F69F9"/>
    <w:rsid w:val="00701D75"/>
    <w:rsid w:val="00706D8B"/>
    <w:rsid w:val="007118F0"/>
    <w:rsid w:val="00711C85"/>
    <w:rsid w:val="007164E4"/>
    <w:rsid w:val="00716F01"/>
    <w:rsid w:val="0072560B"/>
    <w:rsid w:val="00742AF6"/>
    <w:rsid w:val="00746532"/>
    <w:rsid w:val="007478BA"/>
    <w:rsid w:val="00747BF9"/>
    <w:rsid w:val="00751725"/>
    <w:rsid w:val="00752593"/>
    <w:rsid w:val="0075619B"/>
    <w:rsid w:val="00756C8F"/>
    <w:rsid w:val="00761CEB"/>
    <w:rsid w:val="0077122A"/>
    <w:rsid w:val="007749F8"/>
    <w:rsid w:val="007840F2"/>
    <w:rsid w:val="00791227"/>
    <w:rsid w:val="0079294C"/>
    <w:rsid w:val="007936D6"/>
    <w:rsid w:val="00795C47"/>
    <w:rsid w:val="007961C8"/>
    <w:rsid w:val="007A4CF1"/>
    <w:rsid w:val="007B01C8"/>
    <w:rsid w:val="007B3CDB"/>
    <w:rsid w:val="007B426C"/>
    <w:rsid w:val="007B4FF8"/>
    <w:rsid w:val="007C3850"/>
    <w:rsid w:val="007D5B61"/>
    <w:rsid w:val="007E2AA8"/>
    <w:rsid w:val="007E2F69"/>
    <w:rsid w:val="00804F07"/>
    <w:rsid w:val="00825A09"/>
    <w:rsid w:val="00830880"/>
    <w:rsid w:val="00830AB1"/>
    <w:rsid w:val="008331D3"/>
    <w:rsid w:val="00833FCD"/>
    <w:rsid w:val="00835C91"/>
    <w:rsid w:val="00837AA3"/>
    <w:rsid w:val="00840127"/>
    <w:rsid w:val="00842991"/>
    <w:rsid w:val="00843087"/>
    <w:rsid w:val="00866E0F"/>
    <w:rsid w:val="00873BB2"/>
    <w:rsid w:val="008757E1"/>
    <w:rsid w:val="008759E3"/>
    <w:rsid w:val="008763EB"/>
    <w:rsid w:val="00876E32"/>
    <w:rsid w:val="00882609"/>
    <w:rsid w:val="00892E48"/>
    <w:rsid w:val="00895B57"/>
    <w:rsid w:val="00896587"/>
    <w:rsid w:val="008A2982"/>
    <w:rsid w:val="008A6CF2"/>
    <w:rsid w:val="008B1584"/>
    <w:rsid w:val="008B1784"/>
    <w:rsid w:val="008B234E"/>
    <w:rsid w:val="008C5709"/>
    <w:rsid w:val="008C6DF8"/>
    <w:rsid w:val="008D0487"/>
    <w:rsid w:val="008D7A79"/>
    <w:rsid w:val="008E25EA"/>
    <w:rsid w:val="008E4BF5"/>
    <w:rsid w:val="008E773A"/>
    <w:rsid w:val="008F3B4E"/>
    <w:rsid w:val="008F5719"/>
    <w:rsid w:val="00901C6C"/>
    <w:rsid w:val="009024CA"/>
    <w:rsid w:val="00904554"/>
    <w:rsid w:val="00904BAF"/>
    <w:rsid w:val="00905D9A"/>
    <w:rsid w:val="0090760E"/>
    <w:rsid w:val="0091264E"/>
    <w:rsid w:val="00913645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63763"/>
    <w:rsid w:val="00975019"/>
    <w:rsid w:val="00975C49"/>
    <w:rsid w:val="009844E3"/>
    <w:rsid w:val="00995809"/>
    <w:rsid w:val="00995A62"/>
    <w:rsid w:val="00997895"/>
    <w:rsid w:val="009B2846"/>
    <w:rsid w:val="009B46A5"/>
    <w:rsid w:val="009C72ED"/>
    <w:rsid w:val="009C7756"/>
    <w:rsid w:val="009E1710"/>
    <w:rsid w:val="009E2CD6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4724D"/>
    <w:rsid w:val="00A52CF3"/>
    <w:rsid w:val="00A635A1"/>
    <w:rsid w:val="00A647C5"/>
    <w:rsid w:val="00A65145"/>
    <w:rsid w:val="00A70A90"/>
    <w:rsid w:val="00A74236"/>
    <w:rsid w:val="00A80583"/>
    <w:rsid w:val="00A8142F"/>
    <w:rsid w:val="00A82964"/>
    <w:rsid w:val="00A834D8"/>
    <w:rsid w:val="00A86C23"/>
    <w:rsid w:val="00A912FF"/>
    <w:rsid w:val="00AA03D0"/>
    <w:rsid w:val="00AA32F6"/>
    <w:rsid w:val="00AA336E"/>
    <w:rsid w:val="00AA3ABC"/>
    <w:rsid w:val="00AB0351"/>
    <w:rsid w:val="00AB1AC9"/>
    <w:rsid w:val="00AB4926"/>
    <w:rsid w:val="00AB5B91"/>
    <w:rsid w:val="00AE2304"/>
    <w:rsid w:val="00AE6FF2"/>
    <w:rsid w:val="00AE7486"/>
    <w:rsid w:val="00AF15F1"/>
    <w:rsid w:val="00AF7690"/>
    <w:rsid w:val="00B0088C"/>
    <w:rsid w:val="00B14725"/>
    <w:rsid w:val="00B15219"/>
    <w:rsid w:val="00B15FD3"/>
    <w:rsid w:val="00B222E9"/>
    <w:rsid w:val="00B34079"/>
    <w:rsid w:val="00B37849"/>
    <w:rsid w:val="00B477DB"/>
    <w:rsid w:val="00B5040B"/>
    <w:rsid w:val="00B6796C"/>
    <w:rsid w:val="00B734CB"/>
    <w:rsid w:val="00B743D7"/>
    <w:rsid w:val="00B8005E"/>
    <w:rsid w:val="00B812C0"/>
    <w:rsid w:val="00B90E42"/>
    <w:rsid w:val="00B95056"/>
    <w:rsid w:val="00BA2838"/>
    <w:rsid w:val="00BB0464"/>
    <w:rsid w:val="00BB0C3C"/>
    <w:rsid w:val="00BB127E"/>
    <w:rsid w:val="00BB6CEF"/>
    <w:rsid w:val="00BC4335"/>
    <w:rsid w:val="00BE3A82"/>
    <w:rsid w:val="00BE50F9"/>
    <w:rsid w:val="00BE78DE"/>
    <w:rsid w:val="00BF09D5"/>
    <w:rsid w:val="00BF11C0"/>
    <w:rsid w:val="00C00DDC"/>
    <w:rsid w:val="00C00DDD"/>
    <w:rsid w:val="00C014B5"/>
    <w:rsid w:val="00C0226D"/>
    <w:rsid w:val="00C07368"/>
    <w:rsid w:val="00C20601"/>
    <w:rsid w:val="00C214C8"/>
    <w:rsid w:val="00C30F5F"/>
    <w:rsid w:val="00C33C45"/>
    <w:rsid w:val="00C35814"/>
    <w:rsid w:val="00C36F7A"/>
    <w:rsid w:val="00C4103F"/>
    <w:rsid w:val="00C46F97"/>
    <w:rsid w:val="00C521CD"/>
    <w:rsid w:val="00C53C6B"/>
    <w:rsid w:val="00C56243"/>
    <w:rsid w:val="00C57DEB"/>
    <w:rsid w:val="00C6799D"/>
    <w:rsid w:val="00C81012"/>
    <w:rsid w:val="00C81278"/>
    <w:rsid w:val="00C86C69"/>
    <w:rsid w:val="00C8793B"/>
    <w:rsid w:val="00C87AC2"/>
    <w:rsid w:val="00C91A84"/>
    <w:rsid w:val="00CB2F6A"/>
    <w:rsid w:val="00CB7698"/>
    <w:rsid w:val="00CC5C97"/>
    <w:rsid w:val="00CD03C7"/>
    <w:rsid w:val="00CE37B9"/>
    <w:rsid w:val="00CE78A6"/>
    <w:rsid w:val="00CF09B7"/>
    <w:rsid w:val="00D11CE6"/>
    <w:rsid w:val="00D13B3F"/>
    <w:rsid w:val="00D13E65"/>
    <w:rsid w:val="00D15144"/>
    <w:rsid w:val="00D20D1A"/>
    <w:rsid w:val="00D23F3D"/>
    <w:rsid w:val="00D34D9A"/>
    <w:rsid w:val="00D409DE"/>
    <w:rsid w:val="00D42C9B"/>
    <w:rsid w:val="00D531D5"/>
    <w:rsid w:val="00D5394A"/>
    <w:rsid w:val="00D55182"/>
    <w:rsid w:val="00D66959"/>
    <w:rsid w:val="00D7532C"/>
    <w:rsid w:val="00D76A72"/>
    <w:rsid w:val="00D82B9E"/>
    <w:rsid w:val="00D84DE2"/>
    <w:rsid w:val="00D92D52"/>
    <w:rsid w:val="00D92FE6"/>
    <w:rsid w:val="00D9586F"/>
    <w:rsid w:val="00DA3A71"/>
    <w:rsid w:val="00DA6A57"/>
    <w:rsid w:val="00DA6EC7"/>
    <w:rsid w:val="00DB0EDA"/>
    <w:rsid w:val="00DB3335"/>
    <w:rsid w:val="00DB6940"/>
    <w:rsid w:val="00DC2099"/>
    <w:rsid w:val="00DC271B"/>
    <w:rsid w:val="00DC7941"/>
    <w:rsid w:val="00DD146A"/>
    <w:rsid w:val="00DD3E9D"/>
    <w:rsid w:val="00DD5026"/>
    <w:rsid w:val="00DD59F0"/>
    <w:rsid w:val="00DE447D"/>
    <w:rsid w:val="00DE493F"/>
    <w:rsid w:val="00DE7FF2"/>
    <w:rsid w:val="00DF214F"/>
    <w:rsid w:val="00DF63DB"/>
    <w:rsid w:val="00E01223"/>
    <w:rsid w:val="00E022A1"/>
    <w:rsid w:val="00E0266E"/>
    <w:rsid w:val="00E02BBB"/>
    <w:rsid w:val="00E064E7"/>
    <w:rsid w:val="00E119FB"/>
    <w:rsid w:val="00E1513B"/>
    <w:rsid w:val="00E16A79"/>
    <w:rsid w:val="00E21B42"/>
    <w:rsid w:val="00E22413"/>
    <w:rsid w:val="00E24AD0"/>
    <w:rsid w:val="00E25501"/>
    <w:rsid w:val="00E309E9"/>
    <w:rsid w:val="00E31C06"/>
    <w:rsid w:val="00E515A9"/>
    <w:rsid w:val="00E53A8D"/>
    <w:rsid w:val="00E62428"/>
    <w:rsid w:val="00E63E4B"/>
    <w:rsid w:val="00E64482"/>
    <w:rsid w:val="00E65685"/>
    <w:rsid w:val="00E65873"/>
    <w:rsid w:val="00E6780B"/>
    <w:rsid w:val="00E73190"/>
    <w:rsid w:val="00E73CEB"/>
    <w:rsid w:val="00E771F1"/>
    <w:rsid w:val="00E823A1"/>
    <w:rsid w:val="00E84124"/>
    <w:rsid w:val="00E84757"/>
    <w:rsid w:val="00E96851"/>
    <w:rsid w:val="00EA3B3B"/>
    <w:rsid w:val="00EB7CDE"/>
    <w:rsid w:val="00EC47CF"/>
    <w:rsid w:val="00EC7A28"/>
    <w:rsid w:val="00ED0B29"/>
    <w:rsid w:val="00EE1459"/>
    <w:rsid w:val="00EE1FBF"/>
    <w:rsid w:val="00EE7890"/>
    <w:rsid w:val="00EF09BC"/>
    <w:rsid w:val="00EF74CA"/>
    <w:rsid w:val="00F04280"/>
    <w:rsid w:val="00F06048"/>
    <w:rsid w:val="00F0755D"/>
    <w:rsid w:val="00F259C4"/>
    <w:rsid w:val="00F365F2"/>
    <w:rsid w:val="00F36D83"/>
    <w:rsid w:val="00F43919"/>
    <w:rsid w:val="00F47E10"/>
    <w:rsid w:val="00F53D6B"/>
    <w:rsid w:val="00F55578"/>
    <w:rsid w:val="00F56AF6"/>
    <w:rsid w:val="00F60802"/>
    <w:rsid w:val="00F86276"/>
    <w:rsid w:val="00F87376"/>
    <w:rsid w:val="00F969BD"/>
    <w:rsid w:val="00FA4945"/>
    <w:rsid w:val="00FB18B9"/>
    <w:rsid w:val="00FB1A2B"/>
    <w:rsid w:val="00FB42F8"/>
    <w:rsid w:val="00FC0317"/>
    <w:rsid w:val="00FC1499"/>
    <w:rsid w:val="00FC174A"/>
    <w:rsid w:val="00FD2DB7"/>
    <w:rsid w:val="00FD5A73"/>
    <w:rsid w:val="00FD5F35"/>
    <w:rsid w:val="00FE355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C46F97"/>
    <w:rPr>
      <w:lang w:eastAsia="en-US"/>
    </w:rPr>
  </w:style>
  <w:style w:type="character" w:styleId="Emphasis">
    <w:name w:val="Emphasis"/>
    <w:basedOn w:val="DefaultParagraphFont"/>
    <w:uiPriority w:val="99"/>
    <w:qFormat/>
    <w:rsid w:val="00633E88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E01223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character" w:customStyle="1" w:styleId="czeinternetowe">
    <w:name w:val="Łącze internetowe"/>
    <w:basedOn w:val="DefaultParagraphFont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western">
    <w:name w:val="western"/>
    <w:basedOn w:val="Normal"/>
    <w:uiPriority w:val="99"/>
    <w:rsid w:val="002448FD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ommentTextChar1">
    <w:name w:val="Comment Text Char1"/>
    <w:basedOn w:val="DefaultParagraphFont"/>
    <w:uiPriority w:val="99"/>
    <w:semiHidden/>
    <w:locked/>
    <w:rsid w:val="000702D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03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120</TotalTime>
  <Pages>3</Pages>
  <Words>674</Words>
  <Characters>4046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56</cp:revision>
  <cp:lastPrinted>2025-01-24T12:22:00Z</cp:lastPrinted>
  <dcterms:created xsi:type="dcterms:W3CDTF">2022-05-06T14:08:00Z</dcterms:created>
  <dcterms:modified xsi:type="dcterms:W3CDTF">2025-01-24T12:22:00Z</dcterms:modified>
</cp:coreProperties>
</file>