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657" w:rsidRPr="00837EEB" w:rsidRDefault="00881657" w:rsidP="00837EEB">
      <w:pPr>
        <w:rPr>
          <w:rFonts w:ascii="Cambria" w:hAnsi="Cambria"/>
          <w:b/>
          <w:color w:val="0000FF"/>
        </w:rPr>
      </w:pPr>
      <w:r w:rsidRPr="00837EEB">
        <w:rPr>
          <w:rFonts w:ascii="Cambria" w:hAnsi="Cambria"/>
        </w:rPr>
        <w:t xml:space="preserve">Oznaczenie sprawy: </w:t>
      </w:r>
      <w:r w:rsidRPr="00837EEB">
        <w:rPr>
          <w:rFonts w:ascii="Cambria" w:hAnsi="Cambria"/>
          <w:b/>
          <w:color w:val="0000FF"/>
        </w:rPr>
        <w:t>TP/</w:t>
      </w:r>
      <w:r>
        <w:rPr>
          <w:rFonts w:ascii="Cambria" w:hAnsi="Cambria"/>
          <w:b/>
          <w:color w:val="0000FF"/>
        </w:rPr>
        <w:t>21</w:t>
      </w:r>
      <w:r w:rsidRPr="00837EEB">
        <w:rPr>
          <w:rFonts w:ascii="Cambria" w:hAnsi="Cambria"/>
          <w:b/>
          <w:color w:val="0000FF"/>
        </w:rPr>
        <w:t>/2024</w:t>
      </w:r>
      <w:r w:rsidRPr="00837EEB">
        <w:rPr>
          <w:rFonts w:ascii="Cambria" w:hAnsi="Cambria" w:cs="Cambria"/>
          <w:b/>
          <w:color w:val="0000FF"/>
        </w:rPr>
        <w:t>”.</w:t>
      </w:r>
    </w:p>
    <w:p w:rsidR="00881657" w:rsidRDefault="00881657" w:rsidP="00837EEB">
      <w:pPr>
        <w:jc w:val="center"/>
        <w:rPr>
          <w:rFonts w:ascii="Cambria" w:hAnsi="Cambria" w:cs="Arial"/>
          <w:sz w:val="22"/>
          <w:szCs w:val="22"/>
        </w:rPr>
      </w:pPr>
    </w:p>
    <w:p w:rsidR="00881657" w:rsidRPr="00447CF1" w:rsidRDefault="00881657" w:rsidP="00837EEB">
      <w:pPr>
        <w:pStyle w:val="Header"/>
        <w:jc w:val="right"/>
      </w:pPr>
      <w:r>
        <w:t>Załącznik nr 3A</w:t>
      </w:r>
      <w:r w:rsidRPr="00447CF1">
        <w:t xml:space="preserve"> do SWZ </w:t>
      </w:r>
    </w:p>
    <w:p w:rsidR="00881657" w:rsidRPr="00447CF1" w:rsidRDefault="00881657" w:rsidP="00ED2CFA">
      <w:pPr>
        <w:ind w:left="3969" w:hanging="3969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</w:p>
    <w:p w:rsidR="00881657" w:rsidRPr="00447CF1" w:rsidRDefault="00881657" w:rsidP="006C58D9">
      <w:pPr>
        <w:spacing w:line="480" w:lineRule="auto"/>
        <w:ind w:left="5246" w:hanging="5246"/>
        <w:rPr>
          <w:rFonts w:ascii="Cambria" w:hAnsi="Cambria" w:cs="Arial"/>
          <w:b/>
          <w:sz w:val="22"/>
        </w:rPr>
      </w:pPr>
      <w:r w:rsidRPr="00447CF1">
        <w:rPr>
          <w:rFonts w:ascii="Cambria" w:hAnsi="Cambria" w:cs="Arial"/>
          <w:b/>
          <w:sz w:val="22"/>
        </w:rPr>
        <w:t>Zamawiający:</w:t>
      </w:r>
    </w:p>
    <w:p w:rsidR="00881657" w:rsidRDefault="00881657" w:rsidP="00AC408E">
      <w:pPr>
        <w:rPr>
          <w:rFonts w:ascii="Cambria" w:hAnsi="Cambria"/>
          <w:b/>
          <w:sz w:val="22"/>
          <w:szCs w:val="22"/>
        </w:rPr>
      </w:pPr>
      <w:r w:rsidRPr="00837EEB">
        <w:rPr>
          <w:rFonts w:ascii="Cambria" w:hAnsi="Cambria"/>
          <w:b/>
          <w:sz w:val="22"/>
          <w:szCs w:val="22"/>
        </w:rPr>
        <w:t>Samodzielny Publiczny Zakład Opieki Zdrowotnej w Wolsztynie</w:t>
      </w:r>
    </w:p>
    <w:p w:rsidR="00881657" w:rsidRDefault="00881657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  <w:szCs w:val="22"/>
        </w:rPr>
        <w:t>ul. Wschowska 3, 64-200 Wolsztyn</w:t>
      </w:r>
    </w:p>
    <w:p w:rsidR="00881657" w:rsidRPr="00AC408E" w:rsidRDefault="00881657" w:rsidP="00AC408E">
      <w:pPr>
        <w:rPr>
          <w:rFonts w:ascii="Cambria" w:hAnsi="Cambria" w:cs="Arial"/>
          <w:sz w:val="22"/>
        </w:rPr>
      </w:pPr>
    </w:p>
    <w:p w:rsidR="00881657" w:rsidRPr="00837EEB" w:rsidRDefault="00881657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837EEB">
        <w:rPr>
          <w:rFonts w:ascii="Cambria" w:hAnsi="Cambria" w:cs="Arial"/>
          <w:b/>
          <w:sz w:val="22"/>
          <w:szCs w:val="22"/>
        </w:rPr>
        <w:t>Wykonawca:</w:t>
      </w:r>
    </w:p>
    <w:p w:rsidR="00881657" w:rsidRPr="00447CF1" w:rsidRDefault="00881657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:rsidR="00881657" w:rsidRPr="00447CF1" w:rsidRDefault="00881657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(pełna nazwa/firma, adres, w zależności od podmiotu: NIP/PESEL, KRS/CEiDG)</w:t>
      </w:r>
    </w:p>
    <w:p w:rsidR="00881657" w:rsidRPr="00447CF1" w:rsidRDefault="00881657" w:rsidP="006C58D9">
      <w:pPr>
        <w:spacing w:line="480" w:lineRule="auto"/>
        <w:rPr>
          <w:rFonts w:ascii="Cambria" w:hAnsi="Cambria" w:cs="Arial"/>
          <w:u w:val="single"/>
        </w:rPr>
      </w:pPr>
      <w:r w:rsidRPr="00447CF1">
        <w:rPr>
          <w:rFonts w:ascii="Cambria" w:hAnsi="Cambria" w:cs="Arial"/>
          <w:u w:val="single"/>
        </w:rPr>
        <w:t>reprezentowany przez:</w:t>
      </w:r>
    </w:p>
    <w:p w:rsidR="00881657" w:rsidRPr="00447CF1" w:rsidRDefault="00881657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:rsidR="00881657" w:rsidRPr="00447CF1" w:rsidRDefault="00881657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(imię, nazwisko, stanowisko/podstawa do  reprezentacji)</w:t>
      </w:r>
    </w:p>
    <w:p w:rsidR="00881657" w:rsidRPr="00447CF1" w:rsidRDefault="00881657" w:rsidP="006C58D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881657" w:rsidRPr="00160887" w:rsidRDefault="00881657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:rsidR="00881657" w:rsidRPr="00160887" w:rsidRDefault="00881657" w:rsidP="00837EEB">
      <w:pPr>
        <w:jc w:val="center"/>
        <w:rPr>
          <w:rFonts w:ascii="Cambria" w:hAnsi="Cambria"/>
          <w:b/>
          <w:color w:val="0000FF"/>
          <w:sz w:val="22"/>
          <w:szCs w:val="22"/>
        </w:rPr>
      </w:pPr>
      <w:r w:rsidRPr="00160887">
        <w:rPr>
          <w:rFonts w:ascii="Cambria" w:hAnsi="Cambria" w:cs="Arial"/>
          <w:b/>
          <w:sz w:val="22"/>
          <w:szCs w:val="22"/>
          <w:u w:val="single"/>
        </w:rPr>
        <w:t>nr sprawy -</w:t>
      </w:r>
      <w:r w:rsidRPr="00160887">
        <w:rPr>
          <w:rFonts w:ascii="Cambria" w:hAnsi="Cambria" w:cs="Cambria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/>
          <w:b/>
          <w:color w:val="0000FF"/>
          <w:sz w:val="22"/>
          <w:szCs w:val="22"/>
        </w:rPr>
        <w:t>TP/21</w:t>
      </w:r>
      <w:r w:rsidRPr="00160887">
        <w:rPr>
          <w:rFonts w:ascii="Cambria" w:hAnsi="Cambria"/>
          <w:b/>
          <w:color w:val="0000FF"/>
          <w:sz w:val="22"/>
          <w:szCs w:val="22"/>
        </w:rPr>
        <w:t>/2024</w:t>
      </w:r>
    </w:p>
    <w:p w:rsidR="00881657" w:rsidRDefault="00881657" w:rsidP="00837EEB">
      <w:pPr>
        <w:jc w:val="center"/>
        <w:rPr>
          <w:rFonts w:ascii="Cambria" w:hAnsi="Cambria" w:cs="Arial"/>
          <w:sz w:val="22"/>
          <w:szCs w:val="22"/>
        </w:rPr>
      </w:pPr>
    </w:p>
    <w:p w:rsidR="00881657" w:rsidRPr="00447CF1" w:rsidRDefault="00881657" w:rsidP="006C58D9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447CF1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881657" w:rsidRPr="00447CF1" w:rsidRDefault="00881657" w:rsidP="00160887">
      <w:pPr>
        <w:jc w:val="center"/>
        <w:rPr>
          <w:rFonts w:ascii="Cambria" w:hAnsi="Cambria" w:cs="Arial"/>
          <w:b/>
          <w:sz w:val="22"/>
          <w:szCs w:val="22"/>
        </w:rPr>
      </w:pPr>
      <w:r w:rsidRPr="00447CF1">
        <w:rPr>
          <w:rFonts w:ascii="Cambria" w:hAnsi="Cambria" w:cs="Arial"/>
          <w:b/>
          <w:sz w:val="22"/>
          <w:szCs w:val="22"/>
        </w:rPr>
        <w:t>składane na podstawie art. 125 ust. 1 ustawy Pzp</w:t>
      </w:r>
    </w:p>
    <w:p w:rsidR="00881657" w:rsidRPr="00447CF1" w:rsidRDefault="00881657" w:rsidP="00160887">
      <w:pPr>
        <w:jc w:val="center"/>
        <w:rPr>
          <w:rFonts w:ascii="Cambria" w:hAnsi="Cambria" w:cs="Arial"/>
          <w:sz w:val="22"/>
          <w:szCs w:val="22"/>
        </w:rPr>
      </w:pPr>
    </w:p>
    <w:p w:rsidR="00881657" w:rsidRPr="00A613E8" w:rsidRDefault="00881657" w:rsidP="00C03481">
      <w:pPr>
        <w:ind w:left="720"/>
        <w:jc w:val="center"/>
        <w:rPr>
          <w:rFonts w:eastAsia="Microsoft YaHei"/>
          <w:b/>
          <w:bCs/>
          <w:color w:val="0000FF"/>
        </w:rPr>
      </w:pPr>
      <w:r w:rsidRPr="00447CF1"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 w:rsidRPr="00447CF1">
        <w:rPr>
          <w:rFonts w:ascii="Cambria" w:hAnsi="Cambria"/>
          <w:sz w:val="22"/>
          <w:szCs w:val="22"/>
        </w:rPr>
        <w:br/>
      </w:r>
    </w:p>
    <w:p w:rsidR="00881657" w:rsidRPr="00A613E8" w:rsidRDefault="00881657" w:rsidP="00C03481">
      <w:pPr>
        <w:jc w:val="center"/>
        <w:rPr>
          <w:rFonts w:ascii="Cambria" w:hAnsi="Cambria" w:cs="Arial"/>
          <w:b/>
          <w:bCs/>
          <w:color w:val="0000FF"/>
        </w:rPr>
      </w:pPr>
      <w:r w:rsidRPr="00A613E8">
        <w:rPr>
          <w:rFonts w:ascii="Cambria" w:hAnsi="Cambria" w:cs="Calibri"/>
          <w:b/>
          <w:color w:val="0000FF"/>
          <w:sz w:val="22"/>
          <w:szCs w:val="22"/>
        </w:rPr>
        <w:t>"24 miesięczna sukcesywna d</w:t>
      </w:r>
      <w:r w:rsidRPr="00A613E8">
        <w:rPr>
          <w:rFonts w:ascii="Cambria" w:hAnsi="Cambria"/>
          <w:b/>
          <w:color w:val="0000FF"/>
          <w:sz w:val="22"/>
          <w:szCs w:val="22"/>
        </w:rPr>
        <w:t xml:space="preserve">ostawa odczynników, kalibratorów, materiałów kontrolnych, materiałów zużywalnych do badań wraz z dzierżawą analizatorów do oznaczania parametrów równowagi kwasowo zasadowej, oznaczeń koagulologicznych oraz oznaczeń hematologicznych dla </w:t>
      </w:r>
      <w:r w:rsidRPr="00A613E8">
        <w:rPr>
          <w:rFonts w:ascii="Cambria" w:eastAsia="Microsoft YaHei" w:hAnsi="Cambria"/>
          <w:b/>
          <w:color w:val="0000FF"/>
          <w:sz w:val="22"/>
          <w:szCs w:val="22"/>
        </w:rPr>
        <w:t xml:space="preserve">Medycznego Laboratorium Diagnostycznego </w:t>
      </w:r>
      <w:r w:rsidRPr="00A613E8">
        <w:rPr>
          <w:rFonts w:ascii="Cambria" w:hAnsi="Cambria"/>
          <w:b/>
          <w:color w:val="0000FF"/>
          <w:sz w:val="22"/>
          <w:szCs w:val="22"/>
        </w:rPr>
        <w:t>w SPZOZ w Wolsztynie" z podziałem na 3 niezależne zadania</w:t>
      </w:r>
      <w:r w:rsidRPr="00A613E8">
        <w:rPr>
          <w:rFonts w:ascii="Cambria" w:hAnsi="Cambria" w:cs="Arial"/>
          <w:b/>
          <w:bCs/>
          <w:color w:val="0000FF"/>
        </w:rPr>
        <w:t xml:space="preserve"> </w:t>
      </w:r>
    </w:p>
    <w:p w:rsidR="00881657" w:rsidRPr="00995809" w:rsidRDefault="00881657" w:rsidP="00C03481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 xml:space="preserve">Znak: </w:t>
      </w: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21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4</w:t>
      </w:r>
    </w:p>
    <w:p w:rsidR="00881657" w:rsidRPr="00704504" w:rsidRDefault="00881657" w:rsidP="00704504">
      <w:pPr>
        <w:suppressAutoHyphens w:val="0"/>
        <w:autoSpaceDE w:val="0"/>
        <w:autoSpaceDN w:val="0"/>
        <w:adjustRightInd w:val="0"/>
        <w:rPr>
          <w:rFonts w:ascii="Cambria" w:eastAsia="Microsoft YaHei" w:hAnsi="Cambria" w:cs="Arial"/>
          <w:bCs/>
          <w:color w:val="0000FF"/>
          <w:sz w:val="22"/>
          <w:szCs w:val="22"/>
        </w:rPr>
      </w:pPr>
    </w:p>
    <w:p w:rsidR="00881657" w:rsidRPr="00BD0F76" w:rsidRDefault="00881657" w:rsidP="00160887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rFonts w:ascii="Cambria" w:hAnsi="Cambria"/>
          <w:color w:val="0000FF"/>
          <w:sz w:val="22"/>
          <w:szCs w:val="22"/>
        </w:rPr>
      </w:pPr>
    </w:p>
    <w:p w:rsidR="00881657" w:rsidRPr="00837EEB" w:rsidRDefault="00881657" w:rsidP="00303D0C">
      <w:pPr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>prowadzonego przez</w:t>
      </w:r>
      <w:r>
        <w:rPr>
          <w:rFonts w:ascii="Cambria" w:hAnsi="Cambria" w:cs="Arial"/>
          <w:sz w:val="22"/>
          <w:szCs w:val="22"/>
        </w:rPr>
        <w:t xml:space="preserve"> </w:t>
      </w:r>
      <w:r w:rsidRPr="00837EEB">
        <w:rPr>
          <w:rFonts w:ascii="Cambria" w:hAnsi="Cambria"/>
          <w:b/>
          <w:sz w:val="22"/>
          <w:szCs w:val="22"/>
        </w:rPr>
        <w:t>Samodzielny Publiczny Zakład Opieki Zdrowotnej w Wolsztynie</w:t>
      </w:r>
      <w:r w:rsidRPr="00837EEB">
        <w:rPr>
          <w:rFonts w:ascii="Cambria" w:hAnsi="Cambria"/>
          <w:sz w:val="22"/>
          <w:szCs w:val="22"/>
        </w:rPr>
        <w:t xml:space="preserve"> </w:t>
      </w:r>
      <w:r w:rsidRPr="00837EE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o</w:t>
      </w:r>
      <w:r w:rsidRPr="00837EEB">
        <w:rPr>
          <w:rFonts w:ascii="Cambria" w:hAnsi="Cambria" w:cs="Arial"/>
          <w:sz w:val="22"/>
          <w:szCs w:val="22"/>
        </w:rPr>
        <w:t>świadczam, co następuje:</w:t>
      </w:r>
    </w:p>
    <w:p w:rsidR="00881657" w:rsidRPr="00447CF1" w:rsidRDefault="00881657" w:rsidP="006C58D9">
      <w:pPr>
        <w:spacing w:line="360" w:lineRule="auto"/>
        <w:ind w:firstLine="709"/>
        <w:jc w:val="both"/>
        <w:rPr>
          <w:rFonts w:ascii="Cambria" w:hAnsi="Cambria" w:cs="Arial"/>
        </w:rPr>
      </w:pPr>
    </w:p>
    <w:p w:rsidR="00881657" w:rsidRPr="00447CF1" w:rsidRDefault="00881657" w:rsidP="006C58D9">
      <w:pPr>
        <w:shd w:val="clear" w:color="auto" w:fill="BFBFBF"/>
        <w:spacing w:line="360" w:lineRule="auto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OŚWIADCZENIA DOTYCZĄCE PODSTAW WYKLUCZENIA:</w:t>
      </w:r>
    </w:p>
    <w:p w:rsidR="00881657" w:rsidRPr="00447CF1" w:rsidRDefault="00881657" w:rsidP="006C58D9">
      <w:pPr>
        <w:pStyle w:val="ListParagraph"/>
        <w:spacing w:after="0" w:line="360" w:lineRule="auto"/>
        <w:jc w:val="both"/>
        <w:rPr>
          <w:rFonts w:ascii="Cambria" w:hAnsi="Cambria" w:cs="Arial"/>
        </w:rPr>
      </w:pPr>
    </w:p>
    <w:p w:rsidR="00881657" w:rsidRPr="00447CF1" w:rsidRDefault="00881657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>art. 108 ust. 1 ustawy Pzp.</w:t>
      </w:r>
    </w:p>
    <w:p w:rsidR="00881657" w:rsidRPr="00447CF1" w:rsidRDefault="00881657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447CF1">
        <w:rPr>
          <w:rFonts w:ascii="Cambria" w:hAnsi="Cambria" w:cs="Arial"/>
          <w:color w:val="0070C0"/>
        </w:rPr>
        <w:t>]</w:t>
      </w:r>
      <w:bookmarkEnd w:id="0"/>
    </w:p>
    <w:p w:rsidR="00881657" w:rsidRPr="00447CF1" w:rsidRDefault="00881657" w:rsidP="006C58D9">
      <w:pPr>
        <w:pStyle w:val="ListParagraph"/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>art. 109 ust. 1 pkt 4   ustawy Pzp.</w:t>
      </w:r>
    </w:p>
    <w:p w:rsidR="00881657" w:rsidRPr="00447CF1" w:rsidRDefault="00881657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447CF1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447CF1"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 w:rsidRPr="00447CF1"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1657" w:rsidRPr="00447CF1" w:rsidRDefault="00881657" w:rsidP="006C58D9">
      <w:pPr>
        <w:pStyle w:val="Normal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447CF1">
        <w:rPr>
          <w:rFonts w:ascii="Cambria" w:hAnsi="Cambria" w:cs="Arial"/>
          <w:sz w:val="22"/>
          <w:szCs w:val="22"/>
          <w:lang w:eastAsia="pl-PL"/>
        </w:rPr>
        <w:t xml:space="preserve">7 ust. 1 ustawy </w:t>
      </w:r>
      <w:r w:rsidRPr="00447CF1">
        <w:rPr>
          <w:rFonts w:ascii="Cambria" w:hAnsi="Cambria" w:cs="Arial"/>
          <w:sz w:val="22"/>
          <w:szCs w:val="22"/>
        </w:rPr>
        <w:t>z dnia 13 kwietnia 2022 r.</w:t>
      </w:r>
      <w:r w:rsidRPr="00447CF1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(</w:t>
      </w:r>
      <w:r>
        <w:rPr>
          <w:rFonts w:ascii="Cambria" w:hAnsi="Cambria" w:cs="Arial"/>
          <w:i/>
          <w:iCs/>
          <w:color w:val="000000"/>
          <w:sz w:val="22"/>
          <w:szCs w:val="22"/>
        </w:rPr>
        <w:t>Dz. U. 2023.1497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447CF1">
        <w:rPr>
          <w:rStyle w:val="Odwoanieprzypisudolnego1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447CF1">
        <w:rPr>
          <w:rFonts w:ascii="Cambria" w:hAnsi="Cambria" w:cs="Arial"/>
          <w:color w:val="222222"/>
          <w:sz w:val="22"/>
          <w:szCs w:val="22"/>
        </w:rPr>
        <w:t xml:space="preserve"> </w:t>
      </w:r>
    </w:p>
    <w:p w:rsidR="00881657" w:rsidRPr="00447CF1" w:rsidRDefault="00881657" w:rsidP="006C58D9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881657" w:rsidRPr="00447CF1" w:rsidRDefault="00881657" w:rsidP="006C58D9">
      <w:pPr>
        <w:shd w:val="clear" w:color="auto" w:fill="BFBFBF"/>
        <w:spacing w:line="360" w:lineRule="auto"/>
        <w:jc w:val="both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OŚWIADCZENIE DOTYCZĄCE WARUNKÓW UDZIAŁU W POSTĘPOWANIU: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</w:t>
      </w:r>
      <w:r w:rsidRPr="00447CF1">
        <w:rPr>
          <w:rFonts w:ascii="Cambria" w:hAnsi="Cambria" w:cs="Arial"/>
          <w:color w:val="0070C0"/>
        </w:rPr>
        <w:t>]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 Specyfikacji Warunków Zamówienia – rozdział </w:t>
      </w:r>
      <w:r>
        <w:rPr>
          <w:rFonts w:ascii="Cambria" w:hAnsi="Cambria" w:cs="Arial"/>
          <w:color w:val="008000"/>
        </w:rPr>
        <w:t>6</w:t>
      </w:r>
      <w:r w:rsidRPr="0054581A">
        <w:rPr>
          <w:rFonts w:ascii="Cambria" w:hAnsi="Cambria" w:cs="Arial"/>
          <w:color w:val="008000"/>
        </w:rPr>
        <w:t xml:space="preserve"> pkt</w:t>
      </w:r>
      <w:r w:rsidRPr="00AC408E">
        <w:rPr>
          <w:rFonts w:ascii="Cambria" w:hAnsi="Cambria" w:cs="Arial"/>
        </w:rPr>
        <w:t xml:space="preserve"> ____________________</w:t>
      </w:r>
      <w:r w:rsidRPr="00447CF1">
        <w:rPr>
          <w:rFonts w:ascii="Cambria" w:hAnsi="Cambria" w:cs="Arial"/>
          <w:color w:val="FF0000"/>
        </w:rPr>
        <w:t xml:space="preserve"> 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47CF1">
        <w:rPr>
          <w:rFonts w:ascii="Cambria" w:hAnsi="Cambria" w:cs="Arial"/>
        </w:rPr>
        <w:t>.</w:t>
      </w:r>
      <w:bookmarkEnd w:id="1"/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47CF1">
        <w:rPr>
          <w:rFonts w:ascii="Cambria" w:hAnsi="Cambria" w:cs="Arial"/>
          <w:color w:val="0070C0"/>
        </w:rPr>
        <w:t>]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Specyfikacji Warunków Zamówienia – rozdział </w:t>
      </w:r>
      <w:r w:rsidRPr="0054581A">
        <w:rPr>
          <w:rFonts w:ascii="Cambria" w:hAnsi="Cambria" w:cs="Arial"/>
          <w:color w:val="008000"/>
        </w:rPr>
        <w:t>7  pkt</w:t>
      </w:r>
      <w:r w:rsidRPr="00447CF1">
        <w:rPr>
          <w:rFonts w:ascii="Cambria" w:hAnsi="Cambria" w:cs="Arial"/>
        </w:rPr>
        <w:t xml:space="preserve"> ____________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47CF1">
        <w:rPr>
          <w:rFonts w:ascii="Cambria" w:hAnsi="Cambria" w:cs="Arial"/>
        </w:rPr>
        <w:t xml:space="preserve"> w  następującym zakresie: 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:rsidR="00881657" w:rsidRPr="00447CF1" w:rsidRDefault="0088165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>INFORMACJA W ZWIĄZKU Z POLEGANIEM NA ZDOLNOŚCIACH LUB SYTUACJI PODMIOTÓW UDOSTĘPNIAJĄCYCH ZASOBY</w:t>
      </w:r>
      <w:r w:rsidRPr="00447CF1">
        <w:rPr>
          <w:rFonts w:ascii="Cambria" w:hAnsi="Cambria" w:cs="Arial"/>
        </w:rPr>
        <w:t xml:space="preserve">: </w:t>
      </w:r>
    </w:p>
    <w:p w:rsidR="00881657" w:rsidRPr="00447CF1" w:rsidRDefault="00881657" w:rsidP="006C58D9">
      <w:pPr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Specyfikacji Warunków Zamówienia – </w:t>
      </w:r>
      <w:r w:rsidRPr="0054581A">
        <w:rPr>
          <w:rFonts w:ascii="Cambria" w:hAnsi="Cambria" w:cs="Arial"/>
          <w:color w:val="008000"/>
        </w:rPr>
        <w:t xml:space="preserve">rozdział </w:t>
      </w:r>
      <w:r>
        <w:rPr>
          <w:rFonts w:ascii="Cambria" w:hAnsi="Cambria" w:cs="Arial"/>
          <w:color w:val="008000"/>
        </w:rPr>
        <w:t>6</w:t>
      </w:r>
      <w:r w:rsidRPr="0054581A">
        <w:rPr>
          <w:rFonts w:ascii="Cambria" w:hAnsi="Cambria" w:cs="Arial"/>
          <w:color w:val="008000"/>
        </w:rPr>
        <w:t xml:space="preserve"> </w:t>
      </w:r>
      <w:bookmarkStart w:id="2" w:name="_Hlk99005462"/>
      <w:r w:rsidRPr="0054581A">
        <w:rPr>
          <w:rFonts w:ascii="Cambria" w:hAnsi="Cambria" w:cs="Arial"/>
          <w:color w:val="008000"/>
        </w:rPr>
        <w:t>pkt _______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 xml:space="preserve">(wskazać </w:t>
      </w:r>
      <w:bookmarkEnd w:id="2"/>
      <w:r w:rsidRPr="00447CF1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447CF1">
        <w:rPr>
          <w:rFonts w:ascii="Cambria" w:hAnsi="Cambria" w:cs="Arial"/>
        </w:rPr>
        <w:t xml:space="preserve"> polegam na zdolnościach lub sytuacji następującego/ych podmiotu/ów udostępniających zasoby: </w:t>
      </w:r>
      <w:bookmarkStart w:id="3" w:name="_Hlk99014455"/>
      <w:r w:rsidRPr="00447CF1">
        <w:rPr>
          <w:rFonts w:ascii="Cambria" w:hAnsi="Cambria" w:cs="Arial"/>
          <w:i/>
        </w:rPr>
        <w:t>(wskazać nazwę/y podmiotu/ów)</w:t>
      </w:r>
      <w:bookmarkEnd w:id="3"/>
      <w:r w:rsidRPr="00447CF1"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 xml:space="preserve">(określić odpowiedni zakres udostępnianych zasobów dla wskazanego podmiotu). 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  <w:i/>
        </w:rPr>
      </w:pPr>
    </w:p>
    <w:p w:rsidR="00881657" w:rsidRPr="00447CF1" w:rsidRDefault="0088165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447CF1">
        <w:rPr>
          <w:rFonts w:ascii="Cambria" w:hAnsi="Cambria" w:cs="Arial"/>
          <w:b/>
        </w:rPr>
        <w:t>OŚWIADCZENIE DOTYCZĄCE PODANYCH INFORMACJI:</w:t>
      </w:r>
      <w:bookmarkEnd w:id="4"/>
    </w:p>
    <w:p w:rsidR="00881657" w:rsidRPr="00447CF1" w:rsidRDefault="00881657" w:rsidP="006C58D9">
      <w:pPr>
        <w:spacing w:after="120" w:line="360" w:lineRule="auto"/>
        <w:jc w:val="both"/>
        <w:rPr>
          <w:rFonts w:ascii="Cambria" w:hAnsi="Cambria"/>
        </w:rPr>
      </w:pPr>
      <w:r w:rsidRPr="00447CF1">
        <w:rPr>
          <w:rFonts w:ascii="Cambria" w:hAnsi="Cambria" w:cs="Arial"/>
        </w:rPr>
        <w:t xml:space="preserve">Oświadczam, że wszystkie informacje podane w powyższych oświadczeniach są aktualne </w:t>
      </w:r>
      <w:r w:rsidRPr="00447CF1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447CF1">
        <w:rPr>
          <w:rFonts w:ascii="Cambria" w:hAnsi="Cambria"/>
        </w:rPr>
        <w:t xml:space="preserve"> </w:t>
      </w:r>
    </w:p>
    <w:p w:rsidR="00881657" w:rsidRPr="00447CF1" w:rsidRDefault="0088165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INFORMACJA DOTYCZĄCA DOSTĘPU DO PODMIOTOWYCH ŚRODKÓW DOWODOWYCH: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447CF1">
        <w:rPr>
          <w:rFonts w:ascii="Cambria" w:hAnsi="Cambria"/>
        </w:rPr>
        <w:t xml:space="preserve"> </w:t>
      </w:r>
      <w:r w:rsidRPr="00447CF1">
        <w:rPr>
          <w:rFonts w:ascii="Cambria" w:hAnsi="Cambria" w:cs="Arial"/>
        </w:rPr>
        <w:t>dane umożliwiające dostęp do tych środków: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  <w:t>……………………………………….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  <w:i/>
        </w:rPr>
        <w:tab/>
        <w:t xml:space="preserve">Data; </w:t>
      </w:r>
    </w:p>
    <w:p w:rsidR="00881657" w:rsidRPr="00447CF1" w:rsidRDefault="00881657" w:rsidP="006C58D9">
      <w:pPr>
        <w:spacing w:line="360" w:lineRule="auto"/>
        <w:jc w:val="both"/>
        <w:rPr>
          <w:rFonts w:ascii="Cambria" w:hAnsi="Cambria" w:cs="Arial"/>
          <w:i/>
        </w:rPr>
      </w:pPr>
    </w:p>
    <w:p w:rsidR="00881657" w:rsidRDefault="0088165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kwalifikowany podpis elektroniczny </w:t>
      </w:r>
    </w:p>
    <w:p w:rsidR="00881657" w:rsidRDefault="0088165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zaufany </w:t>
      </w:r>
    </w:p>
    <w:p w:rsidR="00881657" w:rsidRPr="00447CF1" w:rsidRDefault="0088165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osobisty </w:t>
      </w:r>
    </w:p>
    <w:p w:rsidR="00881657" w:rsidRPr="00447CF1" w:rsidRDefault="00881657" w:rsidP="006C58D9">
      <w:pPr>
        <w:rPr>
          <w:rFonts w:ascii="Cambria" w:hAnsi="Cambria"/>
        </w:rPr>
      </w:pPr>
    </w:p>
    <w:p w:rsidR="00881657" w:rsidRPr="00447CF1" w:rsidRDefault="00881657">
      <w:pPr>
        <w:rPr>
          <w:rFonts w:ascii="Cambria" w:hAnsi="Cambria"/>
        </w:rPr>
      </w:pPr>
    </w:p>
    <w:sectPr w:rsidR="00881657" w:rsidRPr="00447CF1" w:rsidSect="00837EEB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657" w:rsidRDefault="00881657" w:rsidP="006C58D9">
      <w:r>
        <w:separator/>
      </w:r>
    </w:p>
  </w:endnote>
  <w:endnote w:type="continuationSeparator" w:id="0">
    <w:p w:rsidR="00881657" w:rsidRDefault="00881657" w:rsidP="006C5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657" w:rsidRDefault="00881657" w:rsidP="006C58D9">
      <w:r>
        <w:separator/>
      </w:r>
    </w:p>
  </w:footnote>
  <w:footnote w:type="continuationSeparator" w:id="0">
    <w:p w:rsidR="00881657" w:rsidRDefault="00881657" w:rsidP="006C58D9">
      <w:r>
        <w:continuationSeparator/>
      </w:r>
    </w:p>
  </w:footnote>
  <w:footnote w:id="1">
    <w:p w:rsidR="00881657" w:rsidRDefault="00881657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81657" w:rsidRDefault="00881657" w:rsidP="006C58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81657" w:rsidRDefault="00881657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81657" w:rsidRDefault="00881657" w:rsidP="006C58D9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0E4"/>
    <w:rsid w:val="0006072D"/>
    <w:rsid w:val="0007582A"/>
    <w:rsid w:val="000768D3"/>
    <w:rsid w:val="000C13FA"/>
    <w:rsid w:val="000F47A4"/>
    <w:rsid w:val="0014001D"/>
    <w:rsid w:val="001601F4"/>
    <w:rsid w:val="00160887"/>
    <w:rsid w:val="00163AC7"/>
    <w:rsid w:val="001942D9"/>
    <w:rsid w:val="001D7C40"/>
    <w:rsid w:val="001F1D11"/>
    <w:rsid w:val="00267899"/>
    <w:rsid w:val="002B2EF8"/>
    <w:rsid w:val="002F4D16"/>
    <w:rsid w:val="00303D0C"/>
    <w:rsid w:val="003C7803"/>
    <w:rsid w:val="00425957"/>
    <w:rsid w:val="00447CF1"/>
    <w:rsid w:val="00480E8D"/>
    <w:rsid w:val="00487CD4"/>
    <w:rsid w:val="004960CB"/>
    <w:rsid w:val="0054581A"/>
    <w:rsid w:val="00561088"/>
    <w:rsid w:val="005A50B2"/>
    <w:rsid w:val="0062538F"/>
    <w:rsid w:val="006372A5"/>
    <w:rsid w:val="006523EA"/>
    <w:rsid w:val="006C0581"/>
    <w:rsid w:val="006C58D9"/>
    <w:rsid w:val="006D07BD"/>
    <w:rsid w:val="006D50E4"/>
    <w:rsid w:val="00704504"/>
    <w:rsid w:val="007D5720"/>
    <w:rsid w:val="00832476"/>
    <w:rsid w:val="00836DD6"/>
    <w:rsid w:val="00837EEB"/>
    <w:rsid w:val="00862EAF"/>
    <w:rsid w:val="00881657"/>
    <w:rsid w:val="008825B2"/>
    <w:rsid w:val="008B660D"/>
    <w:rsid w:val="008C3CD8"/>
    <w:rsid w:val="009347DB"/>
    <w:rsid w:val="00965FF2"/>
    <w:rsid w:val="00971B7E"/>
    <w:rsid w:val="00995809"/>
    <w:rsid w:val="009E1E6F"/>
    <w:rsid w:val="009F1711"/>
    <w:rsid w:val="00A21809"/>
    <w:rsid w:val="00A613E8"/>
    <w:rsid w:val="00A814C9"/>
    <w:rsid w:val="00A85E09"/>
    <w:rsid w:val="00AA6630"/>
    <w:rsid w:val="00AC408E"/>
    <w:rsid w:val="00AF09CE"/>
    <w:rsid w:val="00AF5F61"/>
    <w:rsid w:val="00B07B15"/>
    <w:rsid w:val="00B83FE0"/>
    <w:rsid w:val="00B96832"/>
    <w:rsid w:val="00BC3070"/>
    <w:rsid w:val="00BD0F76"/>
    <w:rsid w:val="00C03481"/>
    <w:rsid w:val="00C04744"/>
    <w:rsid w:val="00C05B98"/>
    <w:rsid w:val="00C10419"/>
    <w:rsid w:val="00C412F0"/>
    <w:rsid w:val="00CB2AC3"/>
    <w:rsid w:val="00D83672"/>
    <w:rsid w:val="00DC2BFE"/>
    <w:rsid w:val="00E3013A"/>
    <w:rsid w:val="00E371F4"/>
    <w:rsid w:val="00EA38B0"/>
    <w:rsid w:val="00EC61F5"/>
    <w:rsid w:val="00ED2CFA"/>
    <w:rsid w:val="00F03BE2"/>
    <w:rsid w:val="00F53906"/>
    <w:rsid w:val="00FC0610"/>
    <w:rsid w:val="00FE6353"/>
    <w:rsid w:val="00FF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08E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Header">
    <w:name w:val="header"/>
    <w:basedOn w:val="Normal"/>
    <w:link w:val="HeaderChar1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1601F4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basedOn w:val="DefaultParagraphFont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ListParagraph">
    <w:name w:val="List Paragraph"/>
    <w:basedOn w:val="Normal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Web">
    <w:name w:val="Normal (Web)"/>
    <w:basedOn w:val="Normal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6C58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58D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5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58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61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795</Words>
  <Characters>4770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Bernadeta Kurp</cp:lastModifiedBy>
  <cp:revision>11</cp:revision>
  <cp:lastPrinted>2024-05-21T06:26:00Z</cp:lastPrinted>
  <dcterms:created xsi:type="dcterms:W3CDTF">2024-04-18T21:05:00Z</dcterms:created>
  <dcterms:modified xsi:type="dcterms:W3CDTF">2024-11-27T09:12:00Z</dcterms:modified>
</cp:coreProperties>
</file>